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85A" w:rsidRPr="001868D2" w:rsidRDefault="00DE085A" w:rsidP="003949B4">
      <w:pPr>
        <w:spacing w:after="0" w:line="240" w:lineRule="auto"/>
        <w:ind w:left="9350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1868D2">
        <w:rPr>
          <w:rFonts w:ascii="Times New Roman" w:hAnsi="Times New Roman"/>
          <w:bCs/>
          <w:color w:val="000000"/>
          <w:sz w:val="24"/>
          <w:szCs w:val="24"/>
        </w:rPr>
        <w:t xml:space="preserve">Приложение № </w:t>
      </w:r>
      <w:r>
        <w:rPr>
          <w:rFonts w:ascii="Times New Roman" w:hAnsi="Times New Roman"/>
          <w:bCs/>
          <w:color w:val="000000"/>
          <w:sz w:val="24"/>
          <w:szCs w:val="24"/>
        </w:rPr>
        <w:t>1</w:t>
      </w:r>
    </w:p>
    <w:p w:rsidR="00DE085A" w:rsidRDefault="00DE085A" w:rsidP="00E00A52">
      <w:pPr>
        <w:autoSpaceDE w:val="0"/>
        <w:autoSpaceDN w:val="0"/>
        <w:adjustRightInd w:val="0"/>
        <w:spacing w:after="0" w:line="240" w:lineRule="auto"/>
        <w:ind w:left="9350"/>
        <w:outlineLvl w:val="1"/>
        <w:rPr>
          <w:rFonts w:ascii="Times New Roman" w:hAnsi="Times New Roman"/>
          <w:sz w:val="24"/>
          <w:szCs w:val="24"/>
        </w:rPr>
      </w:pPr>
      <w:r w:rsidRPr="001868D2">
        <w:rPr>
          <w:rFonts w:ascii="Times New Roman" w:hAnsi="Times New Roman"/>
          <w:sz w:val="24"/>
          <w:szCs w:val="24"/>
        </w:rPr>
        <w:t xml:space="preserve">к постановлению администрации Дальнереченского городского округа от </w:t>
      </w:r>
      <w:r>
        <w:rPr>
          <w:rFonts w:ascii="Times New Roman" w:hAnsi="Times New Roman"/>
          <w:sz w:val="24"/>
          <w:szCs w:val="24"/>
        </w:rPr>
        <w:t>___________________</w:t>
      </w:r>
      <w:r w:rsidRPr="001868D2">
        <w:rPr>
          <w:rFonts w:ascii="Times New Roman" w:hAnsi="Times New Roman"/>
          <w:sz w:val="24"/>
          <w:szCs w:val="24"/>
        </w:rPr>
        <w:t xml:space="preserve">  № </w:t>
      </w:r>
      <w:r>
        <w:rPr>
          <w:rFonts w:ascii="Times New Roman" w:hAnsi="Times New Roman"/>
          <w:sz w:val="24"/>
          <w:szCs w:val="24"/>
        </w:rPr>
        <w:t>____</w:t>
      </w:r>
    </w:p>
    <w:p w:rsidR="00DE085A" w:rsidRPr="001868D2" w:rsidRDefault="00DE085A" w:rsidP="00E00A52">
      <w:pPr>
        <w:autoSpaceDE w:val="0"/>
        <w:autoSpaceDN w:val="0"/>
        <w:adjustRightInd w:val="0"/>
        <w:spacing w:after="0" w:line="240" w:lineRule="auto"/>
        <w:ind w:left="9350"/>
        <w:outlineLvl w:val="1"/>
        <w:rPr>
          <w:rFonts w:ascii="Times New Roman" w:hAnsi="Times New Roman"/>
          <w:bCs/>
          <w:color w:val="000000"/>
        </w:rPr>
      </w:pPr>
    </w:p>
    <w:p w:rsidR="00DE085A" w:rsidRPr="001868D2" w:rsidRDefault="00DE085A" w:rsidP="000E6D92">
      <w:pPr>
        <w:spacing w:after="0" w:line="240" w:lineRule="auto"/>
        <w:ind w:left="8496" w:firstLine="708"/>
        <w:jc w:val="center"/>
        <w:rPr>
          <w:rFonts w:ascii="Times New Roman" w:hAnsi="Times New Roman"/>
          <w:bCs/>
          <w:color w:val="000000"/>
        </w:rPr>
      </w:pPr>
      <w:r w:rsidRPr="001868D2">
        <w:rPr>
          <w:rFonts w:ascii="Times New Roman" w:hAnsi="Times New Roman"/>
          <w:bCs/>
          <w:color w:val="000000"/>
        </w:rPr>
        <w:t>«Приложение № 4</w:t>
      </w:r>
    </w:p>
    <w:p w:rsidR="00DE085A" w:rsidRDefault="00DE085A" w:rsidP="000E6D92">
      <w:pPr>
        <w:autoSpaceDE w:val="0"/>
        <w:autoSpaceDN w:val="0"/>
        <w:adjustRightInd w:val="0"/>
        <w:spacing w:after="0" w:line="240" w:lineRule="auto"/>
        <w:ind w:left="8496" w:firstLine="708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1868D2">
        <w:rPr>
          <w:rFonts w:ascii="Times New Roman" w:hAnsi="Times New Roman"/>
        </w:rPr>
        <w:t xml:space="preserve">к муниципальной программе «Развитие образования </w:t>
      </w:r>
    </w:p>
    <w:p w:rsidR="00DE085A" w:rsidRPr="001868D2" w:rsidRDefault="00DE085A" w:rsidP="000E6D9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  <w:r w:rsidRPr="001868D2">
        <w:rPr>
          <w:rFonts w:ascii="Times New Roman" w:hAnsi="Times New Roman"/>
        </w:rPr>
        <w:t>Дальнереченского городского округа»  на 2014-201</w:t>
      </w:r>
      <w:r>
        <w:rPr>
          <w:rFonts w:ascii="Times New Roman" w:hAnsi="Times New Roman"/>
        </w:rPr>
        <w:t>7</w:t>
      </w:r>
      <w:r w:rsidRPr="001868D2">
        <w:rPr>
          <w:rFonts w:ascii="Times New Roman" w:hAnsi="Times New Roman"/>
        </w:rPr>
        <w:t xml:space="preserve"> годы,</w:t>
      </w:r>
    </w:p>
    <w:p w:rsidR="00DE085A" w:rsidRDefault="00DE085A" w:rsidP="000E6D92">
      <w:pPr>
        <w:autoSpaceDE w:val="0"/>
        <w:autoSpaceDN w:val="0"/>
        <w:adjustRightInd w:val="0"/>
        <w:spacing w:after="0" w:line="240" w:lineRule="auto"/>
        <w:ind w:left="7788" w:firstLine="708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1868D2">
        <w:rPr>
          <w:rFonts w:ascii="Times New Roman" w:hAnsi="Times New Roman"/>
        </w:rPr>
        <w:t xml:space="preserve">утвержденной постановлением администрации </w:t>
      </w:r>
    </w:p>
    <w:p w:rsidR="00DE085A" w:rsidRPr="001868D2" w:rsidRDefault="00DE085A" w:rsidP="000E6D92">
      <w:pPr>
        <w:autoSpaceDE w:val="0"/>
        <w:autoSpaceDN w:val="0"/>
        <w:adjustRightInd w:val="0"/>
        <w:spacing w:after="0" w:line="240" w:lineRule="auto"/>
        <w:ind w:left="7080" w:firstLine="708"/>
        <w:jc w:val="center"/>
        <w:outlineLvl w:val="1"/>
        <w:rPr>
          <w:rFonts w:ascii="Times New Roman" w:hAnsi="Times New Roman"/>
        </w:rPr>
      </w:pPr>
      <w:r w:rsidRPr="001868D2">
        <w:rPr>
          <w:rFonts w:ascii="Times New Roman" w:hAnsi="Times New Roman"/>
        </w:rPr>
        <w:t xml:space="preserve">Дальнереченского городского округа </w:t>
      </w:r>
    </w:p>
    <w:tbl>
      <w:tblPr>
        <w:tblW w:w="0" w:type="auto"/>
        <w:tblInd w:w="9889" w:type="dxa"/>
        <w:tblLook w:val="00A0"/>
      </w:tblPr>
      <w:tblGrid>
        <w:gridCol w:w="5180"/>
      </w:tblGrid>
      <w:tr w:rsidR="00DE085A" w:rsidRPr="001868D2" w:rsidTr="00A141EB">
        <w:tc>
          <w:tcPr>
            <w:tcW w:w="5180" w:type="dxa"/>
          </w:tcPr>
          <w:p w:rsidR="00DE085A" w:rsidRPr="001868D2" w:rsidRDefault="00DE085A" w:rsidP="009C0A3C">
            <w:pPr>
              <w:spacing w:after="0" w:line="240" w:lineRule="auto"/>
              <w:rPr>
                <w:rFonts w:ascii="Times New Roman" w:hAnsi="Times New Roman"/>
              </w:rPr>
            </w:pPr>
            <w:r w:rsidRPr="001868D2">
              <w:rPr>
                <w:rFonts w:ascii="Times New Roman" w:hAnsi="Times New Roman"/>
                <w:bCs/>
              </w:rPr>
              <w:t xml:space="preserve">от 15 октября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1868D2">
                <w:rPr>
                  <w:rFonts w:ascii="Times New Roman" w:hAnsi="Times New Roman"/>
                  <w:bCs/>
                </w:rPr>
                <w:t>2013 г</w:t>
              </w:r>
            </w:smartTag>
            <w:r w:rsidRPr="001868D2">
              <w:rPr>
                <w:rFonts w:ascii="Times New Roman" w:hAnsi="Times New Roman"/>
                <w:bCs/>
              </w:rPr>
              <w:t xml:space="preserve"> № 1258</w:t>
            </w:r>
          </w:p>
        </w:tc>
      </w:tr>
    </w:tbl>
    <w:p w:rsidR="00DE085A" w:rsidRPr="001868D2" w:rsidRDefault="00DE085A" w:rsidP="004A19CD">
      <w:pPr>
        <w:spacing w:after="0" w:line="240" w:lineRule="auto"/>
        <w:ind w:left="8647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E085A" w:rsidRPr="001868D2" w:rsidRDefault="00DE085A" w:rsidP="004A19CD">
      <w:pPr>
        <w:spacing w:after="0" w:line="240" w:lineRule="auto"/>
        <w:ind w:left="8647"/>
        <w:jc w:val="center"/>
        <w:rPr>
          <w:rFonts w:ascii="Times New Roman" w:hAnsi="Times New Roman"/>
          <w:sz w:val="24"/>
          <w:szCs w:val="24"/>
        </w:rPr>
      </w:pPr>
    </w:p>
    <w:p w:rsidR="00DE085A" w:rsidRPr="001868D2" w:rsidRDefault="00DE085A" w:rsidP="00DC5D1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868D2">
        <w:rPr>
          <w:rFonts w:ascii="Times New Roman" w:hAnsi="Times New Roman"/>
          <w:b/>
          <w:sz w:val="24"/>
          <w:szCs w:val="24"/>
        </w:rPr>
        <w:t>РЕСУРСНОЕ ОБЕСПЕЧЕНИЕ</w:t>
      </w:r>
    </w:p>
    <w:p w:rsidR="00DE085A" w:rsidRPr="001868D2" w:rsidRDefault="00DE085A" w:rsidP="00DC5D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868D2">
        <w:rPr>
          <w:rFonts w:ascii="Times New Roman" w:hAnsi="Times New Roman"/>
          <w:b/>
          <w:sz w:val="24"/>
          <w:szCs w:val="24"/>
        </w:rPr>
        <w:t xml:space="preserve">реализации муниципальной программы Дальнереченского городского округа </w:t>
      </w:r>
    </w:p>
    <w:p w:rsidR="00DE085A" w:rsidRPr="001868D2" w:rsidRDefault="00DE085A" w:rsidP="00DC5D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868D2">
        <w:rPr>
          <w:rFonts w:ascii="Times New Roman" w:hAnsi="Times New Roman"/>
          <w:b/>
          <w:sz w:val="24"/>
          <w:szCs w:val="24"/>
        </w:rPr>
        <w:t>за счет средств местного бюджета, (тыс. руб.)</w:t>
      </w:r>
    </w:p>
    <w:p w:rsidR="00DE085A" w:rsidRPr="001868D2" w:rsidRDefault="00DE085A" w:rsidP="00DC5D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868D2">
        <w:rPr>
          <w:rFonts w:ascii="Times New Roman" w:hAnsi="Times New Roman"/>
          <w:b/>
          <w:sz w:val="24"/>
          <w:szCs w:val="24"/>
          <w:u w:val="single"/>
        </w:rPr>
        <w:t>«Развитие образования Дальнереченского городского округа» на 2014-201</w:t>
      </w:r>
      <w:r>
        <w:rPr>
          <w:rFonts w:ascii="Times New Roman" w:hAnsi="Times New Roman"/>
          <w:b/>
          <w:sz w:val="24"/>
          <w:szCs w:val="24"/>
          <w:u w:val="single"/>
        </w:rPr>
        <w:t>7</w:t>
      </w:r>
      <w:r w:rsidRPr="001868D2">
        <w:rPr>
          <w:rFonts w:ascii="Times New Roman" w:hAnsi="Times New Roman"/>
          <w:b/>
          <w:sz w:val="24"/>
          <w:szCs w:val="24"/>
          <w:u w:val="single"/>
        </w:rPr>
        <w:t>годы</w:t>
      </w:r>
    </w:p>
    <w:p w:rsidR="00DE085A" w:rsidRPr="001868D2" w:rsidRDefault="00DE085A" w:rsidP="00E9083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4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34"/>
        <w:gridCol w:w="4840"/>
        <w:gridCol w:w="767"/>
        <w:gridCol w:w="851"/>
        <w:gridCol w:w="850"/>
        <w:gridCol w:w="1276"/>
        <w:gridCol w:w="656"/>
        <w:gridCol w:w="1320"/>
        <w:gridCol w:w="1430"/>
        <w:gridCol w:w="1320"/>
        <w:gridCol w:w="1320"/>
      </w:tblGrid>
      <w:tr w:rsidR="00DE085A" w:rsidRPr="001868D2" w:rsidTr="004C189D">
        <w:trPr>
          <w:trHeight w:val="593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67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МП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ГРБС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РзПр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656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DE085A" w:rsidRPr="001868D2" w:rsidRDefault="00DE085A" w:rsidP="00223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2014 год</w:t>
            </w:r>
          </w:p>
        </w:tc>
        <w:tc>
          <w:tcPr>
            <w:tcW w:w="1430" w:type="dxa"/>
            <w:shd w:val="clear" w:color="000000" w:fill="FFFFFF"/>
            <w:vAlign w:val="center"/>
          </w:tcPr>
          <w:p w:rsidR="00DE085A" w:rsidRPr="001868D2" w:rsidRDefault="00DE085A" w:rsidP="00223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2015 год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DE085A" w:rsidRPr="001868D2" w:rsidRDefault="00DE085A" w:rsidP="00223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2016 год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DE085A" w:rsidRPr="001868D2" w:rsidRDefault="00DE085A" w:rsidP="00E104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</w:tr>
    </w:tbl>
    <w:p w:rsidR="00DE085A" w:rsidRPr="001868D2" w:rsidRDefault="00DE085A" w:rsidP="0006605A">
      <w:pPr>
        <w:tabs>
          <w:tab w:val="left" w:pos="675"/>
          <w:tab w:val="left" w:pos="4077"/>
          <w:tab w:val="left" w:pos="4644"/>
          <w:tab w:val="left" w:pos="5495"/>
          <w:tab w:val="left" w:pos="6345"/>
          <w:tab w:val="left" w:pos="7479"/>
          <w:tab w:val="left" w:pos="8188"/>
          <w:tab w:val="left" w:pos="9577"/>
          <w:tab w:val="left" w:pos="10966"/>
          <w:tab w:val="left" w:pos="12355"/>
          <w:tab w:val="left" w:pos="13744"/>
        </w:tabs>
        <w:spacing w:after="0" w:line="240" w:lineRule="auto"/>
        <w:outlineLvl w:val="2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44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34"/>
        <w:gridCol w:w="4840"/>
        <w:gridCol w:w="770"/>
        <w:gridCol w:w="880"/>
        <w:gridCol w:w="770"/>
        <w:gridCol w:w="1320"/>
        <w:gridCol w:w="654"/>
        <w:gridCol w:w="1326"/>
        <w:gridCol w:w="1452"/>
        <w:gridCol w:w="1298"/>
        <w:gridCol w:w="1298"/>
      </w:tblGrid>
      <w:tr w:rsidR="00DE085A" w:rsidRPr="001868D2" w:rsidTr="004C189D">
        <w:trPr>
          <w:trHeight w:val="20"/>
          <w:tblHeader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868D2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868D2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868D2"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868D2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868D2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868D2">
              <w:rPr>
                <w:rFonts w:ascii="Times New Roman" w:hAnsi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868D2">
              <w:rPr>
                <w:rFonts w:ascii="Times New Roman" w:hAnsi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868D2">
              <w:rPr>
                <w:rFonts w:ascii="Times New Roman" w:hAnsi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868D2"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868D2">
              <w:rPr>
                <w:rFonts w:ascii="Times New Roman" w:hAnsi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11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9C6E3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</w:p>
          <w:p w:rsidR="00DE085A" w:rsidRPr="001868D2" w:rsidRDefault="00DE085A" w:rsidP="009C6E3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«Развитие образования Дальнереченского городского округа»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05 0 0000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140 998,20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121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381,838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09063E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063E">
              <w:rPr>
                <w:rFonts w:ascii="Times New Roman" w:hAnsi="Times New Roman"/>
                <w:b/>
                <w:bCs/>
                <w:sz w:val="24"/>
                <w:szCs w:val="24"/>
              </w:rPr>
              <w:t>106 440,56</w:t>
            </w:r>
          </w:p>
        </w:tc>
        <w:tc>
          <w:tcPr>
            <w:tcW w:w="1298" w:type="dxa"/>
            <w:shd w:val="clear" w:color="000000" w:fill="FFFFFF"/>
          </w:tcPr>
          <w:p w:rsidR="00DE085A" w:rsidRPr="0009063E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063E">
              <w:rPr>
                <w:rFonts w:ascii="Times New Roman" w:hAnsi="Times New Roman"/>
                <w:b/>
                <w:bCs/>
                <w:sz w:val="24"/>
                <w:szCs w:val="24"/>
              </w:rPr>
              <w:t>102 184,18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vMerge w:val="restart"/>
            <w:shd w:val="clear" w:color="000000" w:fill="FFFFFF"/>
            <w:textDirection w:val="btLr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8D2">
              <w:rPr>
                <w:rFonts w:ascii="Times New Roman" w:hAnsi="Times New Roman"/>
                <w:b/>
                <w:bCs/>
                <w:sz w:val="20"/>
                <w:szCs w:val="20"/>
              </w:rPr>
              <w:t>Соисполни</w:t>
            </w:r>
          </w:p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8D2">
              <w:rPr>
                <w:rFonts w:ascii="Times New Roman" w:hAnsi="Times New Roman"/>
                <w:b/>
                <w:bCs/>
                <w:sz w:val="20"/>
                <w:szCs w:val="20"/>
              </w:rPr>
              <w:t>тели</w:t>
            </w: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Муниципальное казенное учреждение «Управление образования» Дальнереченского городского округа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05 0 0000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139 836,20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121 263,55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09063E" w:rsidRDefault="00DE085A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063E">
              <w:rPr>
                <w:rFonts w:ascii="Times New Roman" w:hAnsi="Times New Roman"/>
                <w:b/>
                <w:bCs/>
                <w:sz w:val="24"/>
                <w:szCs w:val="24"/>
              </w:rPr>
              <w:t>106 440,56</w:t>
            </w:r>
          </w:p>
        </w:tc>
        <w:tc>
          <w:tcPr>
            <w:tcW w:w="1298" w:type="dxa"/>
            <w:shd w:val="clear" w:color="000000" w:fill="FFFFFF"/>
          </w:tcPr>
          <w:p w:rsidR="00DE085A" w:rsidRPr="0009063E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063E">
              <w:rPr>
                <w:rFonts w:ascii="Times New Roman" w:hAnsi="Times New Roman"/>
                <w:b/>
                <w:bCs/>
                <w:sz w:val="24"/>
                <w:szCs w:val="24"/>
              </w:rPr>
              <w:t>102 184,18</w:t>
            </w:r>
          </w:p>
        </w:tc>
      </w:tr>
      <w:tr w:rsidR="00DE085A" w:rsidRPr="001868D2" w:rsidTr="004C189D">
        <w:trPr>
          <w:trHeight w:val="503"/>
        </w:trPr>
        <w:tc>
          <w:tcPr>
            <w:tcW w:w="834" w:type="dxa"/>
            <w:vMerge/>
            <w:vAlign w:val="center"/>
          </w:tcPr>
          <w:p w:rsidR="00DE085A" w:rsidRPr="001868D2" w:rsidRDefault="00DE085A" w:rsidP="00022E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Style w:val="a0"/>
                <w:rFonts w:ascii="Times New Roman" w:hAnsi="Times New Roman"/>
                <w:b/>
                <w:color w:val="000000"/>
                <w:sz w:val="24"/>
                <w:szCs w:val="24"/>
              </w:rPr>
              <w:t>Отдел спорта и молодежной политики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05 0 0000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1 162,00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118,288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«Развитие системы дошкольного образования»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0701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05 1 0000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000 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58 646,70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8D705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097</w:t>
            </w: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09063E" w:rsidRDefault="00DE085A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09063E">
              <w:rPr>
                <w:rFonts w:ascii="Times New Roman" w:hAnsi="Times New Roman"/>
                <w:b/>
                <w:sz w:val="24"/>
                <w:szCs w:val="24"/>
              </w:rPr>
              <w:t>51 952,76</w:t>
            </w:r>
          </w:p>
        </w:tc>
        <w:tc>
          <w:tcPr>
            <w:tcW w:w="1298" w:type="dxa"/>
            <w:shd w:val="clear" w:color="000000" w:fill="FFFFFF"/>
          </w:tcPr>
          <w:p w:rsidR="00DE085A" w:rsidRPr="0009063E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09063E">
              <w:rPr>
                <w:rFonts w:ascii="Times New Roman" w:hAnsi="Times New Roman"/>
                <w:b/>
                <w:sz w:val="24"/>
                <w:szCs w:val="24"/>
              </w:rPr>
              <w:t>50 596,38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8E39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5030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868D2">
              <w:rPr>
                <w:rFonts w:ascii="Times New Roman" w:hAnsi="Times New Roman"/>
                <w:b/>
              </w:rPr>
              <w:t>Субсидии из местного бюджета муниципальным дошкольным образовательным учреждениям Дальнереченского городского округа на организацию предоставления общедоступного дошкольного образования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05 1 2014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611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52 494,23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50 596,38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09063E" w:rsidRDefault="00DE085A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09063E">
              <w:rPr>
                <w:rFonts w:ascii="Times New Roman" w:hAnsi="Times New Roman"/>
                <w:b/>
                <w:sz w:val="24"/>
                <w:szCs w:val="24"/>
              </w:rPr>
              <w:t>50 596,38</w:t>
            </w:r>
          </w:p>
        </w:tc>
        <w:tc>
          <w:tcPr>
            <w:tcW w:w="1298" w:type="dxa"/>
            <w:shd w:val="clear" w:color="000000" w:fill="FFFFFF"/>
          </w:tcPr>
          <w:p w:rsidR="00DE085A" w:rsidRPr="0009063E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09063E">
              <w:rPr>
                <w:rFonts w:ascii="Times New Roman" w:hAnsi="Times New Roman"/>
                <w:b/>
                <w:sz w:val="24"/>
                <w:szCs w:val="24"/>
              </w:rPr>
              <w:t>50 596,38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8E39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5030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868D2">
              <w:rPr>
                <w:rFonts w:ascii="Times New Roman" w:hAnsi="Times New Roman"/>
                <w:b/>
              </w:rPr>
              <w:t>Субвенции на обеспечение государственных гарантий реализации дошкольного образования в муниципальных дошкольных образовательных учреждениях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05 1 9307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9C6E3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868D2">
              <w:rPr>
                <w:rFonts w:ascii="Times New Roman" w:hAnsi="Times New Roman"/>
                <w:b/>
              </w:rPr>
              <w:t xml:space="preserve">Субсидии из местного бюджета муниципальным дошкольным образовательным учреждениям Дальнереченского городского округа на строительство (реконструкцию) зданий (в том числе проектно-изыскательские работы) муниципальных образовательных учреждений, реализующих основную общеобразовательную программу </w:t>
            </w:r>
            <w:r>
              <w:rPr>
                <w:rFonts w:ascii="Times New Roman" w:hAnsi="Times New Roman"/>
                <w:b/>
              </w:rPr>
              <w:t>д</w:t>
            </w:r>
            <w:r w:rsidRPr="001868D2">
              <w:rPr>
                <w:rFonts w:ascii="Times New Roman" w:hAnsi="Times New Roman"/>
                <w:b/>
              </w:rPr>
              <w:t>ошкольного образования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05 1 2013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2000,00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9C6E3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2 890,83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23020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9C6E34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Строительство детского сада на 120 мест на территории МБДОУ «Детский сад общеразвивающего вида № 7»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0701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05 1 2013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414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1 760,00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B83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2 890,83</w:t>
            </w:r>
            <w:r w:rsidRPr="001868D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B83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C84E32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Строительство детского сада на 120 мест на территории МБДОУ «Детский сад общеразвивающего вида № 7»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C84E3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C84E3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C84E3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0701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C84E3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05 1 2013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C84E3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240,00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B83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B83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85A" w:rsidRPr="001868D2" w:rsidTr="004C189D">
        <w:trPr>
          <w:trHeight w:val="798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A6311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Изготовление проектно-строительной документации на реконструкцию</w:t>
            </w:r>
          </w:p>
          <w:p w:rsidR="00DE085A" w:rsidRPr="001868D2" w:rsidRDefault="00DE085A" w:rsidP="00A6311C">
            <w:pPr>
              <w:tabs>
                <w:tab w:val="left" w:pos="2436"/>
              </w:tabs>
              <w:spacing w:after="0"/>
              <w:rPr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Pr="001868D2">
              <w:rPr>
                <w:rFonts w:ascii="Times New Roman" w:hAnsi="Times New Roman"/>
                <w:sz w:val="24"/>
                <w:szCs w:val="24"/>
              </w:rPr>
              <w:t>МБДОУ «ЦРР-Детский сад № 4»)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0701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05 1 2013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6C540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868D2">
              <w:rPr>
                <w:rFonts w:ascii="Times New Roman" w:hAnsi="Times New Roman"/>
                <w:b/>
              </w:rPr>
              <w:t>Субсидии из местного бюджета муниципальным дошкольным образовательным учреждениям Дальнереченского городского округа на проведение капитального и текущего ремонта зданий муниципальных дошкольных образовательных учреждений,  благоустройство территорий и организацию безопасности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05 1 2015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2 870,10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610</w:t>
            </w: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612E11" w:rsidRDefault="00DE085A" w:rsidP="006B63A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612E11">
              <w:rPr>
                <w:rFonts w:ascii="Times New Roman" w:hAnsi="Times New Roman"/>
                <w:b/>
                <w:sz w:val="24"/>
                <w:szCs w:val="24"/>
              </w:rPr>
              <w:t>1 356,38</w:t>
            </w:r>
          </w:p>
        </w:tc>
        <w:tc>
          <w:tcPr>
            <w:tcW w:w="1298" w:type="dxa"/>
            <w:shd w:val="clear" w:color="000000" w:fill="FFFFFF"/>
          </w:tcPr>
          <w:p w:rsidR="00DE085A" w:rsidRPr="00612E11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612E1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Устройство приточно-вытяжной вентиляции на пищеблоке с ПСД </w:t>
            </w:r>
          </w:p>
          <w:p w:rsidR="00DE085A" w:rsidRPr="001868D2" w:rsidRDefault="00DE085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(МБДОУ «Детский сад № 1»</w:t>
            </w:r>
          </w:p>
          <w:p w:rsidR="00DE085A" w:rsidRPr="001868D2" w:rsidRDefault="00DE085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МБДОУ «Детский сад № 7»</w:t>
            </w:r>
          </w:p>
          <w:p w:rsidR="00DE085A" w:rsidRPr="001868D2" w:rsidRDefault="00DE085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МБДОУ «ЦРР-Детский сад № 10»</w:t>
            </w:r>
          </w:p>
          <w:p w:rsidR="00DE085A" w:rsidRPr="001868D2" w:rsidRDefault="00DE085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МБДОУ «Детский сад № 6»</w:t>
            </w:r>
          </w:p>
          <w:p w:rsidR="00DE085A" w:rsidRPr="001868D2" w:rsidRDefault="00DE085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МБДОУ «ЦРР-Детский сад № 12»)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Оборудование закрывающихся кабин без запоров в туалетных комнатах </w:t>
            </w:r>
          </w:p>
          <w:p w:rsidR="00DE085A" w:rsidRPr="001868D2" w:rsidRDefault="00DE085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(Все дошкольные учреждения (из расчета 60 тыс.руб на 1 группу))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DE085A" w:rsidRPr="001868D2" w:rsidRDefault="00DE085A" w:rsidP="00FB5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Ремонт системы отопления и приобретение материалов </w:t>
            </w:r>
          </w:p>
          <w:p w:rsidR="00DE085A" w:rsidRPr="001868D2" w:rsidRDefault="00DE085A" w:rsidP="00FB5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DE085A" w:rsidRPr="001868D2" w:rsidRDefault="00DE085A" w:rsidP="00FB5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Замена водопроводных сетей (подвальное помещение) </w:t>
            </w:r>
          </w:p>
          <w:p w:rsidR="00DE085A" w:rsidRPr="001868D2" w:rsidRDefault="00DE085A" w:rsidP="00FB5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(МБДОУ «ЦРР-Детский сад № 10»)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299,00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DE085A" w:rsidRPr="001868D2" w:rsidRDefault="00DE085A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Замена водопроводных сетей и канализации (внутренние работы) </w:t>
            </w:r>
          </w:p>
          <w:p w:rsidR="00DE085A" w:rsidRPr="001868D2" w:rsidRDefault="00DE085A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(МБДОУ «Д/с № 7»)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DE085A" w:rsidRPr="001868D2" w:rsidRDefault="00DE085A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Замена трубопровода отопления</w:t>
            </w:r>
          </w:p>
          <w:p w:rsidR="00DE085A" w:rsidRPr="001868D2" w:rsidRDefault="00DE085A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(МБДОУ «ЦРР-Детский сад № 5»)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41,50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DE085A" w:rsidRPr="001868D2" w:rsidRDefault="00DE085A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Устройство воздушной линии</w:t>
            </w:r>
          </w:p>
          <w:p w:rsidR="00DE085A" w:rsidRPr="001868D2" w:rsidRDefault="00DE085A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(МБДОУ «ЦРР-Детский сад № 5»)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129,21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993D2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DE085A" w:rsidRPr="001868D2" w:rsidRDefault="00DE085A" w:rsidP="00FB5583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Подводка горячей воды к умывальной раковине персонала, оборудование душевых поддонов в умывальной зоне </w:t>
            </w:r>
          </w:p>
          <w:p w:rsidR="00DE085A" w:rsidRPr="001868D2" w:rsidRDefault="00DE085A" w:rsidP="00FB5583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(МБДОУ «Детский сад № 1»; </w:t>
            </w:r>
          </w:p>
          <w:p w:rsidR="00DE085A" w:rsidRPr="001868D2" w:rsidRDefault="00DE085A" w:rsidP="00FB5583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МБДОУ «ЦРР-Детский сад № 5»; </w:t>
            </w:r>
          </w:p>
          <w:p w:rsidR="00DE085A" w:rsidRPr="001868D2" w:rsidRDefault="00DE085A" w:rsidP="00FB5583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МБДОУ «ЦРР-Детский сад № 12»)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50,00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Установка теневых навесов </w:t>
            </w:r>
          </w:p>
          <w:p w:rsidR="00DE085A" w:rsidRPr="001868D2" w:rsidRDefault="00DE085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(МБДОУ «ЦРР-Детский сад № 5») 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656,34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Устройство асфальтобетонного покрытия территории, всего</w:t>
            </w:r>
          </w:p>
          <w:p w:rsidR="00DE085A" w:rsidRPr="001868D2" w:rsidRDefault="00DE085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В т.ч. </w:t>
            </w:r>
          </w:p>
          <w:p w:rsidR="00DE085A" w:rsidRPr="001868D2" w:rsidRDefault="00DE085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(МБДОУ «ЦРР-Детский сад № 12»;</w:t>
            </w:r>
          </w:p>
          <w:p w:rsidR="00DE085A" w:rsidRPr="001868D2" w:rsidRDefault="00DE085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МБДОУ «Детский сад № 1»</w:t>
            </w:r>
          </w:p>
          <w:p w:rsidR="00DE085A" w:rsidRPr="001868D2" w:rsidRDefault="00DE085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МБДОУ «ЦРР-Детский сад № 10»;</w:t>
            </w:r>
          </w:p>
          <w:p w:rsidR="00DE085A" w:rsidRPr="001868D2" w:rsidRDefault="00DE085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МБДОУ «Детский сад № 6»)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1868D2">
              <w:rPr>
                <w:rFonts w:ascii="Times New Roman" w:hAnsi="Times New Roman"/>
                <w:sz w:val="24"/>
                <w:szCs w:val="24"/>
              </w:rPr>
              <w:t>,00</w:t>
            </w: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1868D2">
              <w:rPr>
                <w:rFonts w:ascii="Times New Roman" w:hAnsi="Times New Roman"/>
                <w:sz w:val="24"/>
                <w:szCs w:val="24"/>
              </w:rPr>
              <w:t xml:space="preserve">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1868D2">
              <w:rPr>
                <w:rFonts w:ascii="Times New Roman" w:hAnsi="Times New Roman"/>
                <w:sz w:val="24"/>
                <w:szCs w:val="24"/>
              </w:rPr>
              <w:t>,00</w:t>
            </w:r>
          </w:p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1868D2">
              <w:rPr>
                <w:rFonts w:ascii="Times New Roman" w:hAnsi="Times New Roman"/>
                <w:sz w:val="24"/>
                <w:szCs w:val="24"/>
              </w:rPr>
              <w:t xml:space="preserve">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DE085A" w:rsidRPr="001868D2" w:rsidRDefault="00DE085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Ремонт металлического ограждения территории </w:t>
            </w:r>
          </w:p>
          <w:p w:rsidR="00DE085A" w:rsidRPr="001868D2" w:rsidRDefault="00DE085A" w:rsidP="00636BFA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(МБДОУ «ЦРР-Детский сад № 10»; </w:t>
            </w:r>
          </w:p>
          <w:p w:rsidR="00DE085A" w:rsidRPr="001868D2" w:rsidRDefault="00DE085A" w:rsidP="00636B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МБДОУ «ЦРР-Детский сад № 5»;</w:t>
            </w:r>
          </w:p>
          <w:p w:rsidR="00DE085A" w:rsidRPr="001868D2" w:rsidRDefault="00DE085A" w:rsidP="00636B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МБДОУ «ЦРР-Детский сад № 4»)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786,55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1356,38</w:t>
            </w: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DE085A" w:rsidRPr="001868D2" w:rsidRDefault="00DE085A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Установка металлических дверей 1 степени </w:t>
            </w:r>
          </w:p>
          <w:p w:rsidR="00DE085A" w:rsidRPr="001868D2" w:rsidRDefault="00DE085A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(МБДОУ «ЦРР-Детский сад № 5»;</w:t>
            </w:r>
          </w:p>
          <w:p w:rsidR="00DE085A" w:rsidRPr="001868D2" w:rsidRDefault="00DE085A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МБДОУ «Детский сад № 6»;</w:t>
            </w:r>
          </w:p>
          <w:p w:rsidR="00DE085A" w:rsidRPr="001868D2" w:rsidRDefault="00DE085A" w:rsidP="00A631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МБДОУ «ЦРР-Детский сад № 4»)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DE085A" w:rsidRPr="001868D2" w:rsidRDefault="00DE085A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Установка систем внутреннего видеонаблюдения</w:t>
            </w:r>
          </w:p>
          <w:p w:rsidR="00DE085A" w:rsidRPr="001868D2" w:rsidRDefault="00DE085A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 (МБДОУ «ЦРР-Детский сад № 10»; </w:t>
            </w:r>
          </w:p>
          <w:p w:rsidR="00DE085A" w:rsidRPr="001868D2" w:rsidRDefault="00DE085A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МБДОУ «ЦРР-Детский сад № 12»; </w:t>
            </w:r>
          </w:p>
          <w:p w:rsidR="00DE085A" w:rsidRPr="001868D2" w:rsidRDefault="00DE085A" w:rsidP="00A631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МБДОУ «Детский сад № 1»)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Установка искусственного освещения на территории детских садов </w:t>
            </w:r>
          </w:p>
          <w:p w:rsidR="00DE085A" w:rsidRPr="001868D2" w:rsidRDefault="00DE085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Замена окон, всего </w:t>
            </w:r>
          </w:p>
          <w:p w:rsidR="00DE085A" w:rsidRPr="001868D2" w:rsidRDefault="00DE085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В т.ч.</w:t>
            </w:r>
          </w:p>
          <w:p w:rsidR="00DE085A" w:rsidRPr="001868D2" w:rsidRDefault="00DE085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(МБДОУ «ЦРР-д/с № 5»;</w:t>
            </w:r>
          </w:p>
          <w:p w:rsidR="00DE085A" w:rsidRPr="001868D2" w:rsidRDefault="00DE085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МБДОУ «ЦРР д/с № 10»)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431,50</w:t>
            </w: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252,55</w:t>
            </w:r>
          </w:p>
          <w:p w:rsidR="00DE085A" w:rsidRPr="001868D2" w:rsidRDefault="00DE085A" w:rsidP="003837F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178,95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DE085A" w:rsidRPr="001868D2" w:rsidRDefault="00DE085A" w:rsidP="003837F5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3837F5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Приобретение оконных блоков, всего </w:t>
            </w:r>
          </w:p>
          <w:p w:rsidR="00DE085A" w:rsidRPr="001868D2" w:rsidRDefault="00DE085A" w:rsidP="003837F5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В т.ч.</w:t>
            </w:r>
          </w:p>
          <w:p w:rsidR="00DE085A" w:rsidRPr="001868D2" w:rsidRDefault="00DE085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(МБДОУ «Д/с № 6»;</w:t>
            </w:r>
          </w:p>
          <w:p w:rsidR="00DE085A" w:rsidRPr="001868D2" w:rsidRDefault="00DE085A" w:rsidP="00736CA3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МБДОУ «Д/С № 7»;</w:t>
            </w:r>
          </w:p>
          <w:p w:rsidR="00DE085A" w:rsidRPr="001868D2" w:rsidRDefault="00DE085A" w:rsidP="003837F5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МБДОУ «ЦРР д/с № 10»;</w:t>
            </w:r>
          </w:p>
          <w:p w:rsidR="00DE085A" w:rsidRPr="001868D2" w:rsidRDefault="00DE085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МБДОУ «ЦРР д/с № 12)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376,00</w:t>
            </w: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94,00</w:t>
            </w: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100,00</w:t>
            </w: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100,00</w:t>
            </w: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82,00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C25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Установка автоматической пожарной сигнализации под радиомониторинг (в т.ч. изготовление ПСД)</w:t>
            </w:r>
          </w:p>
          <w:p w:rsidR="00DE085A" w:rsidRPr="001868D2" w:rsidRDefault="00DE085A" w:rsidP="00C25C01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МБДОУ «ЦРР д/с № 5»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  <w:r w:rsidRPr="001868D2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3837F5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Выполнение комплекса услуг по осуществлению строительного контроля (технический надзор) за строительством объекта «Детский сад на 120 мест в г. Дальнереченск, ул. Ленина,35» на территории д/с № 7.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868D2">
              <w:rPr>
                <w:rFonts w:ascii="Times New Roman" w:hAnsi="Times New Roman"/>
                <w:b/>
              </w:rPr>
              <w:t xml:space="preserve">Субсидии из местного бюджета муниципальным дошкольным образовательным учреждениям Дальнереченского городского округа на модернизацию материально-технической базы дошкольных образовательных учреждений 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172E3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05 1 2016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600 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845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8D705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0845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DE085A" w:rsidRPr="001868D2" w:rsidRDefault="00DE085A" w:rsidP="001E1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Приобретение технологического оборудования </w:t>
            </w:r>
          </w:p>
          <w:p w:rsidR="00DE085A" w:rsidRPr="001868D2" w:rsidRDefault="00DE085A" w:rsidP="001E1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8D705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DE085A" w:rsidRPr="001868D2" w:rsidRDefault="00DE085A" w:rsidP="00536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Приобретение медицинского оборудования </w:t>
            </w:r>
          </w:p>
          <w:p w:rsidR="00DE085A" w:rsidRPr="001868D2" w:rsidRDefault="00DE085A" w:rsidP="00536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1868D2">
              <w:rPr>
                <w:rFonts w:ascii="Times New Roman" w:hAnsi="Times New Roman"/>
                <w:sz w:val="24"/>
                <w:szCs w:val="24"/>
              </w:rPr>
              <w:t xml:space="preserve">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1868D2">
              <w:rPr>
                <w:rFonts w:ascii="Times New Roman" w:hAnsi="Times New Roman"/>
                <w:sz w:val="24"/>
                <w:szCs w:val="24"/>
              </w:rPr>
              <w:t xml:space="preserve">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DE085A" w:rsidRPr="001868D2" w:rsidRDefault="00DE085A" w:rsidP="00536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Приобретение спортивного инвентаря </w:t>
            </w:r>
          </w:p>
          <w:p w:rsidR="00DE085A" w:rsidRPr="001868D2" w:rsidRDefault="00DE085A" w:rsidP="00536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1868D2">
              <w:rPr>
                <w:rFonts w:ascii="Times New Roman" w:hAnsi="Times New Roman"/>
                <w:sz w:val="24"/>
                <w:szCs w:val="24"/>
              </w:rPr>
              <w:t xml:space="preserve">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1868D2">
              <w:rPr>
                <w:rFonts w:ascii="Times New Roman" w:hAnsi="Times New Roman"/>
                <w:sz w:val="24"/>
                <w:szCs w:val="24"/>
              </w:rPr>
              <w:t xml:space="preserve">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DE085A" w:rsidRPr="001868D2" w:rsidRDefault="00DE085A" w:rsidP="00536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Приобретение детской ростовой мебели </w:t>
            </w:r>
          </w:p>
          <w:p w:rsidR="00DE085A" w:rsidRPr="001868D2" w:rsidRDefault="00DE085A" w:rsidP="00536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8D705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1868D2">
              <w:rPr>
                <w:rFonts w:ascii="Times New Roman" w:hAnsi="Times New Roman"/>
                <w:sz w:val="24"/>
                <w:szCs w:val="24"/>
              </w:rPr>
              <w:t xml:space="preserve">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DE085A" w:rsidRPr="001868D2" w:rsidRDefault="00DE085A" w:rsidP="00A343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Приобретение кухонной утвари </w:t>
            </w:r>
          </w:p>
          <w:p w:rsidR="00DE085A" w:rsidRPr="001868D2" w:rsidRDefault="00DE085A" w:rsidP="00A343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Приобретение мягкого инвентаря </w:t>
            </w:r>
          </w:p>
          <w:p w:rsidR="00DE085A" w:rsidRPr="001868D2" w:rsidRDefault="00DE085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1868D2">
              <w:rPr>
                <w:rFonts w:ascii="Times New Roman" w:hAnsi="Times New Roman"/>
                <w:sz w:val="24"/>
                <w:szCs w:val="24"/>
              </w:rPr>
              <w:t xml:space="preserve">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1868D2">
              <w:rPr>
                <w:rFonts w:ascii="Times New Roman" w:hAnsi="Times New Roman"/>
                <w:sz w:val="24"/>
                <w:szCs w:val="24"/>
              </w:rPr>
              <w:t xml:space="preserve">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5B4CA8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1.6</w:t>
            </w: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 w:rsidRPr="001868D2">
              <w:rPr>
                <w:rFonts w:ascii="Times New Roman" w:hAnsi="Times New Roman"/>
                <w:b/>
              </w:rPr>
              <w:t>Субвенции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1004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05 1 9309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313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5B4CA8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1.7</w:t>
            </w: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 w:rsidRPr="001868D2">
              <w:rPr>
                <w:rFonts w:ascii="Times New Roman" w:hAnsi="Times New Roman"/>
                <w:b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05 1 2046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1282,37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5B4CA8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1.8</w:t>
            </w: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 w:rsidRPr="001868D2">
              <w:rPr>
                <w:rFonts w:ascii="Times New Roman" w:hAnsi="Times New Roman"/>
                <w:b/>
              </w:rPr>
              <w:t>Субсидии на реализацию мероприятий по модернизации региональных систем дошкольного образования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05 1 5059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414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5B4CA8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1.9</w:t>
            </w: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A80CC3">
            <w:pPr>
              <w:pStyle w:val="10"/>
              <w:shd w:val="clear" w:color="auto" w:fill="auto"/>
              <w:tabs>
                <w:tab w:val="left" w:pos="0"/>
              </w:tabs>
              <w:spacing w:after="0" w:line="240" w:lineRule="auto"/>
              <w:jc w:val="both"/>
              <w:rPr>
                <w:rStyle w:val="a0"/>
                <w:b/>
                <w:color w:val="000000"/>
                <w:sz w:val="22"/>
                <w:szCs w:val="22"/>
              </w:rPr>
            </w:pPr>
            <w:r w:rsidRPr="001868D2">
              <w:rPr>
                <w:rStyle w:val="a0"/>
                <w:b/>
                <w:color w:val="000000"/>
                <w:sz w:val="22"/>
                <w:szCs w:val="22"/>
              </w:rPr>
              <w:t>Субсидия на строительство, реконструкцию зданий (в том числе проектно-изыскательские работы) муниципальных образовательных учреждений, реализующих общеобразовательную программу дошкольного образования</w:t>
            </w:r>
          </w:p>
          <w:p w:rsidR="00DE085A" w:rsidRPr="001868D2" w:rsidRDefault="00DE085A" w:rsidP="00A80CC3">
            <w:pPr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05 1 9202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"Развитие системы общего образования"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05 2 0000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2A29C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52 230,14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303,912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D24D03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  <w:highlight w:val="red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38 755,84</w:t>
            </w:r>
          </w:p>
        </w:tc>
        <w:tc>
          <w:tcPr>
            <w:tcW w:w="1298" w:type="dxa"/>
            <w:shd w:val="clear" w:color="000000" w:fill="FFFFFF"/>
          </w:tcPr>
          <w:p w:rsidR="00DE085A" w:rsidRPr="00D24D03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  <w:highlight w:val="red"/>
              </w:rPr>
            </w:pPr>
            <w:r w:rsidRPr="00856094">
              <w:rPr>
                <w:rFonts w:ascii="Times New Roman" w:hAnsi="Times New Roman"/>
                <w:b/>
                <w:sz w:val="24"/>
                <w:szCs w:val="24"/>
              </w:rPr>
              <w:t>35 855,84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5030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868D2">
              <w:rPr>
                <w:rFonts w:ascii="Times New Roman" w:hAnsi="Times New Roman"/>
                <w:b/>
              </w:rPr>
              <w:t>Субсидии из местного бюджета муниципальным общеобразовательным учреждениям Дальнереченского городского округа на организацию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05 2 2014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611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46 190,14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34 138,84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34 138,84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34 138,84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5030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868D2">
              <w:rPr>
                <w:rFonts w:ascii="Times New Roman" w:hAnsi="Times New Roman"/>
                <w:b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05 2 9306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2.3</w:t>
            </w: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5030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868D2">
              <w:rPr>
                <w:rFonts w:ascii="Times New Roman" w:hAnsi="Times New Roman"/>
                <w:b/>
              </w:rPr>
              <w:t>Субвенции на обеспечение обучающихся в младших классах (1-4 включительно) бесплатным питанием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05 2 9305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2.4</w:t>
            </w: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5030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868D2">
              <w:rPr>
                <w:rFonts w:ascii="Times New Roman" w:hAnsi="Times New Roman"/>
                <w:b/>
              </w:rPr>
              <w:t>Субсидии из местного бюджета муниципальным общеобразовательным учреждениям Дальнереченского городского округа на проведение капитального и текущего ремонта зданий муниципальных общеобразовательных учреждений, благоустройство территорий и организацию безопасности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05 2 2015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8E33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2 957,40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690BB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2 799,17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5B5B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4 300,</w:t>
            </w: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1 400</w:t>
            </w: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Замена деревянных полов, покрытий из линолеума </w:t>
            </w:r>
          </w:p>
          <w:p w:rsidR="00DE085A" w:rsidRPr="001868D2" w:rsidRDefault="00DE085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(МБОУ «СОШ № 6»;</w:t>
            </w:r>
          </w:p>
          <w:p w:rsidR="00DE085A" w:rsidRPr="001868D2" w:rsidRDefault="00DE085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МБОУ «СОШ № 2»;</w:t>
            </w:r>
          </w:p>
          <w:p w:rsidR="00DE085A" w:rsidRPr="001868D2" w:rsidRDefault="00DE085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МБОУ «СОШ № 5»)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Ремонт пола в спортивном зале </w:t>
            </w:r>
          </w:p>
          <w:p w:rsidR="00DE085A" w:rsidRPr="001868D2" w:rsidRDefault="00DE085A" w:rsidP="0050302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</w:t>
            </w: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МБОУ Лицей»)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BB73B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Приобретение, замена оконных блоков, всего в том числе</w:t>
            </w:r>
          </w:p>
          <w:p w:rsidR="00DE085A" w:rsidRPr="001868D2" w:rsidRDefault="00DE085A" w:rsidP="00BB73B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DE085A" w:rsidRPr="001868D2" w:rsidRDefault="00DE085A" w:rsidP="00BB73B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МБОУ «СОШ № 2» </w:t>
            </w:r>
          </w:p>
          <w:p w:rsidR="00DE085A" w:rsidRPr="001868D2" w:rsidRDefault="00DE085A" w:rsidP="00BB73B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МБОУ «СОШ № 3» </w:t>
            </w:r>
          </w:p>
          <w:p w:rsidR="00DE085A" w:rsidRPr="001868D2" w:rsidRDefault="00DE085A" w:rsidP="00BB73B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МБОУ «СОШ № 5»</w:t>
            </w:r>
          </w:p>
          <w:p w:rsidR="00DE085A" w:rsidRPr="001868D2" w:rsidRDefault="00DE085A" w:rsidP="00BB73B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  <w:p w:rsidR="00DE085A" w:rsidRPr="001868D2" w:rsidRDefault="00DE085A" w:rsidP="00BB73B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МБОУ «ООШ № 12»)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2432,40</w:t>
            </w:r>
          </w:p>
          <w:p w:rsidR="00DE085A" w:rsidRPr="001868D2" w:rsidRDefault="00DE085A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865,00</w:t>
            </w:r>
          </w:p>
          <w:p w:rsidR="00DE085A" w:rsidRPr="001868D2" w:rsidRDefault="00DE085A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240,00</w:t>
            </w:r>
          </w:p>
          <w:p w:rsidR="00DE085A" w:rsidRPr="001868D2" w:rsidRDefault="00DE085A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642,30</w:t>
            </w:r>
          </w:p>
          <w:p w:rsidR="00DE085A" w:rsidRPr="001868D2" w:rsidRDefault="00DE085A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DE085A" w:rsidRPr="001868D2" w:rsidRDefault="00DE085A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650,00</w:t>
            </w:r>
          </w:p>
          <w:p w:rsidR="00DE085A" w:rsidRPr="001868D2" w:rsidRDefault="00DE085A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35,10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Оборудование закрывающихся кабин без запоров в туалетных комнатах </w:t>
            </w:r>
          </w:p>
          <w:p w:rsidR="00DE085A" w:rsidRPr="001868D2" w:rsidRDefault="00DE085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(МБОУ «СОШ № 2»)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Ремонт спортивного зала </w:t>
            </w:r>
          </w:p>
          <w:p w:rsidR="00DE085A" w:rsidRPr="001868D2" w:rsidRDefault="00DE085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(МБОУ «СОШ № 5» (бытовое помещение)</w:t>
            </w:r>
          </w:p>
          <w:p w:rsidR="00DE085A" w:rsidRPr="001868D2" w:rsidRDefault="00DE085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МБОУ «СОШ № 6») 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8E490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8E490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1868D2">
              <w:rPr>
                <w:rFonts w:ascii="Times New Roman" w:hAnsi="Times New Roman"/>
                <w:sz w:val="24"/>
                <w:szCs w:val="24"/>
              </w:rPr>
              <w:t xml:space="preserve">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1868D2">
              <w:rPr>
                <w:rFonts w:ascii="Times New Roman" w:hAnsi="Times New Roman"/>
                <w:sz w:val="24"/>
                <w:szCs w:val="24"/>
              </w:rPr>
              <w:t xml:space="preserve">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DE085A" w:rsidRPr="001868D2" w:rsidRDefault="00DE085A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Ремонт системы водоотведения в кабинете химии </w:t>
            </w:r>
          </w:p>
          <w:p w:rsidR="00DE085A" w:rsidRPr="001868D2" w:rsidRDefault="00DE085A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(МБОУ «СОШ № 2»)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DE085A" w:rsidRPr="001868D2" w:rsidRDefault="00DE085A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 Оборудование приточно-вытяжной вентиляции пищеблока </w:t>
            </w:r>
          </w:p>
          <w:p w:rsidR="00DE085A" w:rsidRPr="001868D2" w:rsidRDefault="00DE085A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(МБОУ «СОШ № 6»)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DE085A" w:rsidRPr="001868D2" w:rsidRDefault="00DE085A" w:rsidP="006027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Устройство металлического ограждения территории школы </w:t>
            </w:r>
          </w:p>
          <w:p w:rsidR="00DE085A" w:rsidRPr="001868D2" w:rsidRDefault="00DE085A" w:rsidP="006027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(МБОУ «Лицей»)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2A29C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375,00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DE085A" w:rsidRPr="001868D2" w:rsidRDefault="00DE085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Установка металлических дверей 1 степени </w:t>
            </w:r>
          </w:p>
          <w:p w:rsidR="00DE085A" w:rsidRPr="001868D2" w:rsidRDefault="00DE085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(МБОУ «Лицей»; </w:t>
            </w:r>
          </w:p>
          <w:p w:rsidR="00DE085A" w:rsidRPr="001868D2" w:rsidRDefault="00DE085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МБОУ «СОШ № 2»; </w:t>
            </w:r>
          </w:p>
          <w:p w:rsidR="00DE085A" w:rsidRPr="001868D2" w:rsidRDefault="00DE085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МБОУ «СОШ № 3»;</w:t>
            </w:r>
          </w:p>
          <w:p w:rsidR="00DE085A" w:rsidRPr="001868D2" w:rsidRDefault="00DE085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МБОУ «СОШ № 5»; </w:t>
            </w:r>
          </w:p>
          <w:p w:rsidR="00DE085A" w:rsidRPr="001868D2" w:rsidRDefault="00DE085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МБОУ «СОШ № 6»; </w:t>
            </w:r>
          </w:p>
          <w:p w:rsidR="00DE085A" w:rsidRPr="001868D2" w:rsidRDefault="00DE085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МБОУ «ООШ № 12»; </w:t>
            </w:r>
          </w:p>
          <w:p w:rsidR="00DE085A" w:rsidRPr="001868D2" w:rsidRDefault="00DE085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МБОУ «ООШ № 13»)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Приобретение материалов для наружного освещения территории школы </w:t>
            </w:r>
          </w:p>
          <w:p w:rsidR="00DE085A" w:rsidRPr="001868D2" w:rsidRDefault="00DE085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(МБОУ «СОШ № 2»)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E72D0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50,00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E72D0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E72D0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DE085A" w:rsidRPr="001868D2" w:rsidRDefault="00DE085A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Установка поэтажных дверей </w:t>
            </w:r>
          </w:p>
          <w:p w:rsidR="00DE085A" w:rsidRPr="001868D2" w:rsidRDefault="00DE085A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DE085A" w:rsidRPr="001868D2" w:rsidRDefault="00DE085A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1868D2">
              <w:rPr>
                <w:rFonts w:ascii="Times New Roman" w:hAnsi="Times New Roman"/>
              </w:rPr>
              <w:t>МБОУ «СОШ № 2»</w:t>
            </w:r>
          </w:p>
          <w:p w:rsidR="00DE085A" w:rsidRPr="001868D2" w:rsidRDefault="00DE085A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1868D2">
              <w:rPr>
                <w:rFonts w:ascii="Times New Roman" w:hAnsi="Times New Roman"/>
              </w:rPr>
              <w:t>МБОУ «СОШ № 3»</w:t>
            </w:r>
          </w:p>
          <w:p w:rsidR="00DE085A" w:rsidRPr="001868D2" w:rsidRDefault="00DE085A" w:rsidP="00A631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</w:rPr>
              <w:t>МБОУ «СОШ № 5»)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171A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171A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DE085A" w:rsidRPr="001868D2" w:rsidRDefault="00DE085A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Установка систем внутреннего видеонаблюдения </w:t>
            </w:r>
          </w:p>
          <w:p w:rsidR="00DE085A" w:rsidRPr="001868D2" w:rsidRDefault="00DE085A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DE085A" w:rsidRPr="001868D2" w:rsidRDefault="00DE085A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1868D2">
              <w:rPr>
                <w:rFonts w:ascii="Times New Roman" w:hAnsi="Times New Roman"/>
              </w:rPr>
              <w:t>МБОУ «СОШ № 2»</w:t>
            </w:r>
          </w:p>
          <w:p w:rsidR="00DE085A" w:rsidRPr="001868D2" w:rsidRDefault="00DE085A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1868D2">
              <w:rPr>
                <w:rFonts w:ascii="Times New Roman" w:hAnsi="Times New Roman"/>
              </w:rPr>
              <w:t>МБОУ «СОШ № 3»</w:t>
            </w:r>
          </w:p>
          <w:p w:rsidR="00DE085A" w:rsidRPr="001868D2" w:rsidRDefault="00DE085A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1868D2">
              <w:rPr>
                <w:rFonts w:ascii="Times New Roman" w:hAnsi="Times New Roman"/>
              </w:rPr>
              <w:t>МБОУ «СОШ № 5»</w:t>
            </w:r>
          </w:p>
          <w:p w:rsidR="00DE085A" w:rsidRPr="001868D2" w:rsidRDefault="00DE085A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1868D2">
              <w:rPr>
                <w:rFonts w:ascii="Times New Roman" w:hAnsi="Times New Roman"/>
              </w:rPr>
              <w:t>МБОУ «СОШ № 6»</w:t>
            </w:r>
          </w:p>
          <w:p w:rsidR="00DE085A" w:rsidRPr="001868D2" w:rsidRDefault="00DE085A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1868D2">
              <w:rPr>
                <w:rFonts w:ascii="Times New Roman" w:hAnsi="Times New Roman"/>
              </w:rPr>
              <w:t>МБОУ «ООШ № 12»</w:t>
            </w:r>
          </w:p>
          <w:p w:rsidR="00DE085A" w:rsidRPr="001868D2" w:rsidRDefault="00DE085A" w:rsidP="00A631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</w:rPr>
              <w:t>МБОУ «ООШ № 13»)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Default="00DE085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4 300</w:t>
            </w:r>
            <w:r w:rsidRPr="001868D2">
              <w:rPr>
                <w:rFonts w:ascii="Times New Roman" w:hAnsi="Times New Roman"/>
                <w:sz w:val="24"/>
                <w:szCs w:val="24"/>
              </w:rPr>
              <w:t>,00</w:t>
            </w:r>
          </w:p>
          <w:p w:rsidR="00DE085A" w:rsidRDefault="00DE085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Default="00DE085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DE085A" w:rsidRPr="001868D2" w:rsidRDefault="00DE085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Изготовление проектно-сметной документации на кровлю здания, всего</w:t>
            </w:r>
          </w:p>
          <w:p w:rsidR="00DE085A" w:rsidRPr="001868D2" w:rsidRDefault="00DE085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в т.ч.</w:t>
            </w:r>
          </w:p>
          <w:p w:rsidR="00DE085A" w:rsidRPr="001868D2" w:rsidRDefault="00DE085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(МБОУ «СОШ № 2»;</w:t>
            </w:r>
          </w:p>
          <w:p w:rsidR="00DE085A" w:rsidRPr="001868D2" w:rsidRDefault="00DE085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МБОУ «СОШ № 6»)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DE085A" w:rsidRPr="001868D2" w:rsidRDefault="00DE085A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DE085A" w:rsidRPr="001868D2" w:rsidRDefault="00DE085A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E104C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8D5F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Замена водопроводных сетей и канализации </w:t>
            </w:r>
          </w:p>
          <w:p w:rsidR="00DE085A" w:rsidRPr="001868D2" w:rsidRDefault="00DE085A" w:rsidP="008D5F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8D5F2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100,00</w:t>
            </w:r>
          </w:p>
          <w:p w:rsidR="00DE085A" w:rsidRPr="001868D2" w:rsidRDefault="00DE085A" w:rsidP="008D5F2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DE085A" w:rsidRPr="001868D2" w:rsidRDefault="00DE085A" w:rsidP="00272D4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Ремонт асфальтобетонного покрытия с установкой бордюрного камня, всего </w:t>
            </w:r>
          </w:p>
          <w:p w:rsidR="00DE085A" w:rsidRPr="001868D2" w:rsidRDefault="00DE085A" w:rsidP="00272D4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в т.ч.</w:t>
            </w:r>
          </w:p>
          <w:p w:rsidR="00DE085A" w:rsidRPr="001868D2" w:rsidRDefault="00DE085A" w:rsidP="00272D4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</w:t>
            </w: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МБОУ Лицей»</w:t>
            </w:r>
          </w:p>
          <w:p w:rsidR="00DE085A" w:rsidRPr="001868D2" w:rsidRDefault="00DE085A" w:rsidP="00272D4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МБОУ «ООШ № 12»</w:t>
            </w:r>
          </w:p>
          <w:p w:rsidR="00DE085A" w:rsidRPr="001868D2" w:rsidRDefault="00DE085A" w:rsidP="00272D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МБОУ «СОШ № 5»)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DE085A" w:rsidRPr="001868D2" w:rsidRDefault="00DE085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DE085A" w:rsidRPr="001868D2" w:rsidRDefault="00DE085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DE085A" w:rsidRPr="001868D2" w:rsidRDefault="00DE085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8E490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DE085A" w:rsidRPr="001868D2" w:rsidRDefault="00DE085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E104C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DE085A" w:rsidRPr="001868D2" w:rsidRDefault="00DE085A" w:rsidP="00E104C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E104C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E104C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DE085A" w:rsidRPr="001868D2" w:rsidRDefault="00DE085A" w:rsidP="001E1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Устройство асфальтобетонного покрытия волейбольной и баскетбольной площадок </w:t>
            </w:r>
          </w:p>
          <w:p w:rsidR="00DE085A" w:rsidRPr="001868D2" w:rsidRDefault="00DE085A" w:rsidP="001E1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(МБОУ «СОШ № 3»)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DE085A" w:rsidRPr="001868D2" w:rsidRDefault="00DE085A" w:rsidP="0069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Подсыпка территории спортивных площадок песком </w:t>
            </w:r>
          </w:p>
          <w:p w:rsidR="00DE085A" w:rsidRPr="001868D2" w:rsidRDefault="00DE085A" w:rsidP="0069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DE085A" w:rsidRPr="001868D2" w:rsidRDefault="00DE085A" w:rsidP="00272D4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Устройство асфальтобетонного покрытия территории школы с установкой бордюрного камня </w:t>
            </w:r>
          </w:p>
          <w:p w:rsidR="00DE085A" w:rsidRPr="001868D2" w:rsidRDefault="00DE085A" w:rsidP="00272D4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(МБОУ «СОШ № 3»</w:t>
            </w:r>
          </w:p>
          <w:p w:rsidR="00DE085A" w:rsidRPr="001868D2" w:rsidRDefault="00DE085A" w:rsidP="00272D4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  <w:p w:rsidR="00DE085A" w:rsidRPr="001868D2" w:rsidRDefault="00DE085A" w:rsidP="00272D4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МБОУ «ООШ № 12»</w:t>
            </w:r>
          </w:p>
          <w:p w:rsidR="00DE085A" w:rsidRPr="001868D2" w:rsidRDefault="00DE085A" w:rsidP="00272D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МБОУ «СОШ № 2»)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1 400</w:t>
            </w:r>
            <w:r w:rsidRPr="001868D2">
              <w:rPr>
                <w:rFonts w:ascii="Times New Roman" w:hAnsi="Times New Roman"/>
                <w:sz w:val="24"/>
                <w:szCs w:val="24"/>
              </w:rPr>
              <w:t xml:space="preserve">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DE085A" w:rsidRPr="001868D2" w:rsidRDefault="00DE085A" w:rsidP="001250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Установка автоматической пожарной сигнализации под радиомониторинг (в т.ч. изготовление ПСД)</w:t>
            </w:r>
          </w:p>
          <w:p w:rsidR="00DE085A" w:rsidRPr="001868D2" w:rsidRDefault="00DE085A" w:rsidP="0012502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DE085A" w:rsidRPr="001868D2" w:rsidRDefault="00DE085A" w:rsidP="0012502F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1868D2">
              <w:rPr>
                <w:rFonts w:ascii="Times New Roman" w:hAnsi="Times New Roman"/>
              </w:rPr>
              <w:t>МБОУ «СОШ № 2»</w:t>
            </w:r>
          </w:p>
          <w:p w:rsidR="00DE085A" w:rsidRPr="001868D2" w:rsidRDefault="00DE085A" w:rsidP="0012502F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1868D2">
              <w:rPr>
                <w:rFonts w:ascii="Times New Roman" w:hAnsi="Times New Roman"/>
              </w:rPr>
              <w:t>МБОУ «СОШ № 3»</w:t>
            </w:r>
          </w:p>
          <w:p w:rsidR="00DE085A" w:rsidRPr="001868D2" w:rsidRDefault="00DE085A" w:rsidP="0012502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</w:rPr>
              <w:t>МБОУ «СОШ № 6»)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2 799,17</w:t>
            </w:r>
          </w:p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 032,608</w:t>
            </w:r>
          </w:p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885,286</w:t>
            </w:r>
          </w:p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60,00</w:t>
            </w:r>
          </w:p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821,276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100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2.5</w:t>
            </w: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868D2">
              <w:rPr>
                <w:rFonts w:ascii="Times New Roman" w:hAnsi="Times New Roman"/>
                <w:b/>
              </w:rPr>
              <w:t>Субсидии из местного бюджета муниципальным общеобразовательным учреждениям Дальнереченского городского округа на модернизацию материально-технической базы общеобразовательных учреждений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05 2 2016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612 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DE085A" w:rsidRPr="001868D2" w:rsidRDefault="00DE085A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Приобретение технологического оборудования для школьных столовых</w:t>
            </w:r>
          </w:p>
          <w:p w:rsidR="00DE085A" w:rsidRPr="001868D2" w:rsidRDefault="00DE085A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 постепенно)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88126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DE085A" w:rsidRPr="001868D2" w:rsidRDefault="00DE085A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Приобретение мебели в обеденный зал </w:t>
            </w:r>
          </w:p>
          <w:p w:rsidR="00DE085A" w:rsidRPr="001868D2" w:rsidRDefault="00DE085A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 постепенно)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88126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Приобретение подъемно-поворотных стульев в компьютерный класс </w:t>
            </w:r>
          </w:p>
          <w:p w:rsidR="00DE085A" w:rsidRPr="001868D2" w:rsidRDefault="00DE085A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Приобретение учебников </w:t>
            </w:r>
          </w:p>
          <w:p w:rsidR="00DE085A" w:rsidRPr="001868D2" w:rsidRDefault="00DE085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1868D2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1868D2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2.6</w:t>
            </w: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868D2">
              <w:rPr>
                <w:rFonts w:ascii="Times New Roman" w:hAnsi="Times New Roman"/>
                <w:b/>
              </w:rPr>
              <w:t>Субсидии из местного бюджета муниципальным общеобразовательным учреждениям Дальнереченского городского округа на строительство (реконструкция) общеобразовательных учреждений сельской местности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00 0 0000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2.7</w:t>
            </w: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6D5C8F">
            <w:pPr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 w:rsidRPr="001868D2">
              <w:rPr>
                <w:rFonts w:ascii="Times New Roman" w:hAnsi="Times New Roman"/>
                <w:b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05 2 2046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2320,60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2.8</w:t>
            </w: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868D2">
              <w:rPr>
                <w:rFonts w:ascii="Times New Roman" w:hAnsi="Times New Roman"/>
                <w:b/>
              </w:rPr>
              <w:t>Осуществление поддержки и социальной защиты одаренных детей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0707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05 2 2017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200,00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200,00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2.8.1</w:t>
            </w: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Поддержка одаренных детей-инвалидов, их развития   и   социальной адаптации (экскурсии по Приморскому краю, поездки в санатории края, проведение мероприятий по дню инвалида)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2.8.2</w:t>
            </w: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272D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Проведение мероприятий по   обеспечению   досуга одаренных детей инвалидов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90598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>2.8.3</w:t>
            </w: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iCs/>
                <w:sz w:val="24"/>
                <w:szCs w:val="24"/>
              </w:rPr>
              <w:t>Проведение конкурсов, предметных олимпиад, учебных сборов, семинаров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 xml:space="preserve">195,00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6F55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 xml:space="preserve">195,00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 xml:space="preserve">195,00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 xml:space="preserve">195,00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DE085A" w:rsidRPr="001868D2" w:rsidRDefault="00DE085A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Организация  и проведение     городского этапа предметных олимпиад. 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22,00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22,00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22,00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22,00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DE085A" w:rsidRPr="001868D2" w:rsidRDefault="00DE085A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Проведение     городского    конкурса «Ученик года». </w:t>
            </w:r>
          </w:p>
        </w:tc>
        <w:tc>
          <w:tcPr>
            <w:tcW w:w="770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</w:tcPr>
          <w:p w:rsidR="00DE085A" w:rsidRPr="001868D2" w:rsidRDefault="00DE085A" w:rsidP="004E522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 xml:space="preserve">20,00  </w:t>
            </w:r>
          </w:p>
        </w:tc>
        <w:tc>
          <w:tcPr>
            <w:tcW w:w="1452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 xml:space="preserve">20,00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 xml:space="preserve">20,00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 xml:space="preserve">20,00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DE085A" w:rsidRPr="001868D2" w:rsidRDefault="00DE085A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Проведение конкурса творческих   работ школьников с использованием информационно-компьютерных технологий. </w:t>
            </w:r>
          </w:p>
        </w:tc>
        <w:tc>
          <w:tcPr>
            <w:tcW w:w="770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DE085A" w:rsidRPr="001868D2" w:rsidRDefault="00DE085A" w:rsidP="004E522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DE085A" w:rsidRPr="001868D2" w:rsidRDefault="00DE085A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 Поощрение отличников учёбы  1-11 классов общеобразовательных учреждений</w:t>
            </w:r>
          </w:p>
        </w:tc>
        <w:tc>
          <w:tcPr>
            <w:tcW w:w="770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DE085A" w:rsidRPr="001868D2" w:rsidRDefault="00DE085A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Проведение фестиваля художественного творчества «Веселая радуга». </w:t>
            </w:r>
          </w:p>
        </w:tc>
        <w:tc>
          <w:tcPr>
            <w:tcW w:w="770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DE085A" w:rsidRPr="001868D2" w:rsidRDefault="00DE085A" w:rsidP="00630A0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DE085A" w:rsidRPr="001868D2" w:rsidRDefault="00DE085A" w:rsidP="006F55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DE085A" w:rsidRPr="001868D2" w:rsidRDefault="00DE085A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Организация приема выпускников школ, награжденных золотыми и серебряными медалями «За особые успехи в учении» главой Дальнереченского городского     округа и главой  администрации Дальнереченского городского округа. </w:t>
            </w:r>
          </w:p>
        </w:tc>
        <w:tc>
          <w:tcPr>
            <w:tcW w:w="770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15,00  </w:t>
            </w:r>
          </w:p>
        </w:tc>
        <w:tc>
          <w:tcPr>
            <w:tcW w:w="1452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15,00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15,00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15,00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DE085A" w:rsidRPr="001868D2" w:rsidRDefault="00DE085A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Проведение конкурсов сочинений и творческих работ учащихся. </w:t>
            </w:r>
          </w:p>
        </w:tc>
        <w:tc>
          <w:tcPr>
            <w:tcW w:w="770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452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868D2">
              <w:rPr>
                <w:rFonts w:ascii="Times New Roman" w:hAnsi="Times New Roman"/>
                <w:sz w:val="24"/>
                <w:szCs w:val="24"/>
              </w:rPr>
              <w:t xml:space="preserve">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868D2">
              <w:rPr>
                <w:rFonts w:ascii="Times New Roman" w:hAnsi="Times New Roman"/>
                <w:sz w:val="24"/>
                <w:szCs w:val="24"/>
              </w:rPr>
              <w:t xml:space="preserve">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DE085A" w:rsidRPr="001868D2" w:rsidRDefault="00DE085A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Участие детей в заочных предметных олимпиадах</w:t>
            </w:r>
          </w:p>
        </w:tc>
        <w:tc>
          <w:tcPr>
            <w:tcW w:w="770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DE085A" w:rsidRPr="001868D2" w:rsidRDefault="00DE085A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DE085A" w:rsidRPr="001868D2" w:rsidRDefault="00DE085A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Участие детей в региональном этапе Всероссийской олимпиады школьников. </w:t>
            </w:r>
          </w:p>
        </w:tc>
        <w:tc>
          <w:tcPr>
            <w:tcW w:w="770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30,00  </w:t>
            </w:r>
          </w:p>
        </w:tc>
        <w:tc>
          <w:tcPr>
            <w:tcW w:w="1452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30,00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30,00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30,00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DE085A" w:rsidRPr="001868D2" w:rsidRDefault="00DE085A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Участие  детей в краевых, всероссийских, международных конкурсах, семинарах, в т.ч. заочных. 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105,00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105,00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105,00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105,00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DE085A" w:rsidRPr="001868D2" w:rsidRDefault="00DE085A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Проведение «круглого стола» с победителями олимпиад и творческих конкурсов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9D408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90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2.8.4</w:t>
            </w: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272D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>Развитие системы подготовки кадров, работающих с одаренными детьми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593B5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 xml:space="preserve">5,00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 xml:space="preserve">5,00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 xml:space="preserve">5,00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 xml:space="preserve">5,00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Поддержка талантливых педагогов реализующих инновационные образовательные методиками  и добившихся особых успехов в подготовке школьников к интеллектуальным соревнованиям                  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593B5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городских семинаров, мастер-классов по обмену опытом работы с одаренными детьми 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2.9</w:t>
            </w: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272D4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868D2">
              <w:rPr>
                <w:rFonts w:ascii="Times New Roman" w:hAnsi="Times New Roman"/>
                <w:b/>
                <w:bCs/>
              </w:rPr>
              <w:t>Создание условий для осуществления непрерывного образования  учащихся в системе взаимодействия работодателей с учреждениями профессионального и основного общего образования «Школа – Колледж – Вуз – Работодатель» на основе согласования стандартов образовательных целей и программ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05 0 0000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272D4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Участие в профессиональной ориентации несовершеннолетних, проведение ярмарок учебных и рабочих мест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272D4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Трудоустройство несовершеннолетних в период летних каникул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2.10</w:t>
            </w: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868D2">
              <w:rPr>
                <w:rFonts w:ascii="Times New Roman" w:hAnsi="Times New Roman"/>
                <w:b/>
                <w:bCs/>
              </w:rPr>
              <w:t>Обновление технологий воспитания и обучения, связанных с  решением задач социализации учащихся, формирования основ здорового образа жизни и безопасности жизнедеятельности у детей и подростков на основе взаимодействия школы, семей обучающихся,   представителей общественных и иных организаций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05 2 0000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100 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415E1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562,00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117,00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117,00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117,00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2.10.1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DE085A" w:rsidRPr="001868D2" w:rsidRDefault="00DE085A" w:rsidP="009A6EC7">
            <w:pPr>
              <w:pStyle w:val="NormalWeb"/>
              <w:ind w:left="-15" w:right="-84"/>
            </w:pPr>
            <w:r w:rsidRPr="001868D2">
              <w:t>Создание информационного банка данных о детях 6-8 лет, подлежащих обучению в образовательных учреждениях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2B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2.10.2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DE085A" w:rsidRPr="001868D2" w:rsidRDefault="00DE085A" w:rsidP="009A6EC7">
            <w:pPr>
              <w:pStyle w:val="NormalWeb"/>
              <w:ind w:left="-15" w:right="-84"/>
            </w:pPr>
            <w:r w:rsidRPr="001868D2">
              <w:t>Контроль обучения выпускников интернатных учреждений, а также несовершеннолетних, оставшихся без попечения родителей и продолжающих обучение в профессиональных учреждениях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2B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2.10.3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DE085A" w:rsidRPr="001868D2" w:rsidRDefault="00DE085A" w:rsidP="009A6EC7">
            <w:pPr>
              <w:pStyle w:val="NormalWeb"/>
              <w:ind w:left="-15" w:right="-84"/>
            </w:pPr>
            <w:r w:rsidRPr="001868D2">
              <w:t>Контроль обучения несовершеннолетних, не имеющих основного общего образования и продолжающих обучение в ПУ-27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2B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2.10.4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DE085A" w:rsidRPr="001868D2" w:rsidRDefault="00DE085A" w:rsidP="009A6EC7">
            <w:pPr>
              <w:pStyle w:val="NormalWeb"/>
              <w:ind w:left="-15" w:right="-84"/>
            </w:pPr>
            <w:r w:rsidRPr="001868D2">
              <w:t>Совершенствование работы вечерней сменной школы №7. Контроль обучения несовершеннолетних в данном образовательном учебном заведении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2B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2.10.5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DE085A" w:rsidRPr="001868D2" w:rsidRDefault="00DE085A" w:rsidP="009A6EC7">
            <w:pPr>
              <w:pStyle w:val="NormalWeb"/>
              <w:ind w:left="-15" w:right="-84"/>
            </w:pPr>
            <w:r w:rsidRPr="001868D2">
              <w:t>Организация работы школьных психологов, классных руководителей по выявления причин и условий, способствующих непосещению несовершеннолетними образовательных учреждений, принятие действенных мер воздействия по устранению выявленных причин и условий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981F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2.10.6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DE085A" w:rsidRPr="001868D2" w:rsidRDefault="00DE085A" w:rsidP="009C5426">
            <w:pPr>
              <w:pStyle w:val="NormalWeb"/>
              <w:ind w:right="-84"/>
            </w:pPr>
            <w:r w:rsidRPr="001868D2">
              <w:t>Организация работы по формированию и поддержке стремлений жителей к позитивным изменениям в образе жизни через обеспечение их достоверными медико-гигиеническими и санитарными знаниями (лектории, кинолектории, лекции, беседы)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0707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981F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2.10.7</w:t>
            </w: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Мероприятия по противодействию распространения наркотиков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i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i/>
                <w:sz w:val="24"/>
                <w:szCs w:val="24"/>
              </w:rPr>
              <w:t>0707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i/>
                <w:sz w:val="24"/>
                <w:szCs w:val="24"/>
              </w:rPr>
              <w:t>05 2 2018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i/>
                <w:sz w:val="24"/>
                <w:szCs w:val="24"/>
              </w:rPr>
              <w:t>100 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i/>
                <w:sz w:val="24"/>
                <w:szCs w:val="24"/>
              </w:rPr>
              <w:t>550,00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48,902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i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i/>
                <w:sz w:val="24"/>
                <w:szCs w:val="24"/>
              </w:rPr>
              <w:t>0,00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AE2EA3">
            <w:pPr>
              <w:pStyle w:val="NormalWeb"/>
              <w:snapToGrid w:val="0"/>
              <w:spacing w:before="0" w:after="0"/>
              <w:ind w:left="33" w:right="85"/>
              <w:jc w:val="both"/>
            </w:pPr>
            <w:r w:rsidRPr="001868D2">
              <w:t xml:space="preserve">Организация   отдыха  подростков и молодежи в каникулярный период (организация профильных лагерей дневного пребывания для подростков, участие в краевых молодежных профильных лагерях).  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55,00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AE2E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Проведение молодежных акций по пропаганде здорового образа жизни.   Приобретение методической литературы, видеофильмов, изготовление брошюр, памяток, листовок, календарей и др.    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Организация семинаров   по подготовке волонтеров и консультантов по профилактике вредных привычек среди детей, подростков и  молодежи по принципу «Молодой - молодому». Организация обучающих семинаров, тренингов для молодежи по профилактике наркомании  с участием краевых и городских специалистов.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Приобретение тест-систем  для определения в крови наркотикосодержащих веществ в рамках операции «Мак» и «Барьер»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15,00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AE2E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Проведение конкурсов, фестивалей,  молодежных акций, направленных на формирование у молодежи здорового образа жизни.   Участие в краевых, всероссийских, конкурсах, фестивалях, форумах. 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200,00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2922B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AE2EA3">
            <w:pPr>
              <w:pStyle w:val="NormalWeb"/>
              <w:snapToGrid w:val="0"/>
              <w:spacing w:before="0" w:after="0"/>
              <w:ind w:left="33" w:right="85"/>
              <w:jc w:val="both"/>
            </w:pPr>
            <w:r w:rsidRPr="001868D2">
              <w:t xml:space="preserve">Содействие в организации временного трудоустройства молодежи в летний период. 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</w:rPr>
            </w:pPr>
            <w:r w:rsidRPr="001868D2">
              <w:rPr>
                <w:rFonts w:ascii="Times New Roman" w:hAnsi="Times New Roman"/>
              </w:rPr>
              <w:t xml:space="preserve">Оказание содействия в организации  деятельности  молодежных и детских общественных объединений, клубов, профильных лагерей. Реализация молодежных инициатив, и социальных проектов. 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185,00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DE085A" w:rsidRPr="001868D2" w:rsidRDefault="00DE085A" w:rsidP="00AE2EA3">
            <w:pPr>
              <w:pStyle w:val="NormalWeb"/>
              <w:ind w:left="-15" w:right="-84"/>
            </w:pPr>
            <w:r w:rsidRPr="001868D2">
              <w:t xml:space="preserve">Поддержка талантливой, творческой и активной молодежи,   поощрение за успехи в реализации молодежной политики на территории Дальнереченского городского округа. 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E085A" w:rsidRPr="001868D2" w:rsidTr="004C189D">
        <w:trPr>
          <w:trHeight w:val="2003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661016">
            <w:pPr>
              <w:pStyle w:val="NormalWeb"/>
            </w:pPr>
            <w:r w:rsidRPr="001868D2">
              <w:t>Создание системы информационного обеспечения молодежи. Организация  конкурса среди молодежных средств массовой информации  и журналистов на лучшее освещение проблемы наркомании, алкоголизма, табакокурения, негативных явлений в молодежной среде.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2922B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E085A" w:rsidRPr="001868D2" w:rsidTr="004C189D">
        <w:trPr>
          <w:trHeight w:val="2003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Default="00DE085A" w:rsidP="006D2620">
            <w:pPr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 w:rsidRPr="001868D2">
              <w:rPr>
                <w:rFonts w:ascii="Times New Roman" w:hAnsi="Times New Roman"/>
                <w:b/>
              </w:rPr>
              <w:t>Погашение кредиторской задолженности прошлых лет.</w:t>
            </w:r>
          </w:p>
          <w:p w:rsidR="00DE085A" w:rsidRPr="001868D2" w:rsidRDefault="00DE085A" w:rsidP="006D2620">
            <w:pPr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 w:rsidRPr="001868D2">
              <w:rPr>
                <w:rFonts w:ascii="Times New Roman" w:hAnsi="Times New Roman"/>
                <w:b/>
              </w:rPr>
              <w:t xml:space="preserve"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CB6A93" w:rsidRDefault="00DE085A" w:rsidP="006D262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CB6A93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CB6A93" w:rsidRDefault="00DE085A" w:rsidP="006D262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CB6A93">
              <w:rPr>
                <w:rFonts w:ascii="Times New Roman" w:hAnsi="Times New Roman"/>
                <w:b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CB6A93" w:rsidRDefault="00DE085A" w:rsidP="006D262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CB6A93">
              <w:rPr>
                <w:rFonts w:ascii="Times New Roman" w:hAnsi="Times New Roman"/>
                <w:b/>
                <w:sz w:val="24"/>
                <w:szCs w:val="24"/>
              </w:rPr>
              <w:t>0707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CB6A93" w:rsidRDefault="00DE085A" w:rsidP="006D262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CB6A93">
              <w:rPr>
                <w:rFonts w:ascii="Times New Roman" w:hAnsi="Times New Roman"/>
                <w:b/>
                <w:sz w:val="24"/>
                <w:szCs w:val="24"/>
              </w:rPr>
              <w:t>05 2 2018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6D262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48,902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2922B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981F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2.10.8</w:t>
            </w: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Мероприятия по профилактике правонарушений и борьбе с преступностью 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i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i/>
                <w:sz w:val="24"/>
                <w:szCs w:val="24"/>
              </w:rPr>
              <w:t>92,00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i/>
                <w:sz w:val="24"/>
                <w:szCs w:val="24"/>
              </w:rPr>
              <w:t>92,00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i/>
                <w:sz w:val="24"/>
                <w:szCs w:val="24"/>
              </w:rPr>
              <w:t>92,00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Организация рейдов по проверке условий проживания семей, находящихся в социально опасном или трудном положении </w:t>
            </w:r>
          </w:p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(расходы на бензин)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DE085A" w:rsidRPr="001868D2" w:rsidRDefault="00DE085A" w:rsidP="006F3169">
            <w:pPr>
              <w:pStyle w:val="NormalWeb"/>
              <w:ind w:right="-84"/>
            </w:pPr>
            <w:r w:rsidRPr="001868D2">
              <w:t>Постановка на учёт неблагополучных семей, принятие мер правого, социального, медицинского, психологического воздействия с целью устранения негативного влияния семьи на подростка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DE085A" w:rsidRPr="001868D2" w:rsidRDefault="00DE085A" w:rsidP="00E03C57">
            <w:pPr>
              <w:pStyle w:val="NormalWeb"/>
              <w:ind w:right="-84"/>
            </w:pPr>
            <w:r w:rsidRPr="001868D2">
              <w:t>Организация в образовательных учреждениях общедоступных спортивных секций, кружков, клубов и привлечение к участию в них несовершеннолетних, склонных к совершению правонарушений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DE085A" w:rsidRPr="001868D2" w:rsidRDefault="00DE085A" w:rsidP="003938EE">
            <w:pPr>
              <w:pStyle w:val="NormalWeb"/>
              <w:ind w:right="-84"/>
            </w:pPr>
            <w:r w:rsidRPr="001868D2">
              <w:t>Вовлечение несовершеннолетних, входящих в «группу риска», к занятиям в спортивных, художественных, технических кружках и секциях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Проведение семинаров, совещаний с заместителями директоров по воспитательной работе, педагогами дополнительного образования, социальными педагогами по вопросам совершенствования работы с детьми и подростками «группы риска»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7,00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40467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7,00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7,00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</w:rPr>
            </w:pPr>
            <w:r w:rsidRPr="001868D2">
              <w:rPr>
                <w:rFonts w:ascii="Times New Roman" w:hAnsi="Times New Roman"/>
              </w:rPr>
              <w:t>Оказание методической помощи образовательным учреждения по вопросам профилактики правонарушений, пропаганды правовых знаний, противодействия экстремизму и терроризму (приобретение литературы, изготовление листовок, флаеров, памяток, аудио и видео продукции и т.д.)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60,00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60,00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60,00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981F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2.10.9</w:t>
            </w: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Мероприятия по профилактике экстремизма и терроризма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i/>
                <w:sz w:val="24"/>
                <w:szCs w:val="24"/>
              </w:rPr>
              <w:t>12,00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i/>
                <w:sz w:val="24"/>
                <w:szCs w:val="24"/>
              </w:rPr>
              <w:t>25,00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i/>
                <w:sz w:val="24"/>
                <w:szCs w:val="24"/>
              </w:rPr>
              <w:t>25,00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i/>
                <w:sz w:val="24"/>
                <w:szCs w:val="24"/>
              </w:rPr>
              <w:t>25,00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DE085A" w:rsidRPr="001868D2" w:rsidRDefault="00DE085A" w:rsidP="003938EE">
            <w:pPr>
              <w:pStyle w:val="NormalWeb"/>
              <w:ind w:right="-84"/>
            </w:pPr>
            <w:r w:rsidRPr="001868D2">
              <w:t xml:space="preserve">Приобретение научно-методических материалов, программ, печатных и электронных учебных пособий, учебных фильмов, в том числе с использованием мультимедийных средств, для общеобразовательных учреждений системы дополнительного образования детей (по вопросам профилактики экстремизма и предупреждения террористических актов) </w:t>
            </w:r>
          </w:p>
        </w:tc>
        <w:tc>
          <w:tcPr>
            <w:tcW w:w="770" w:type="dxa"/>
            <w:shd w:val="clear" w:color="000000" w:fill="FFFFFF"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Проведение акций «Внимание - экстремизм!», «Терроризму нет!» и т.д. Привлечение информационных и рекламных агентств к проведению профилактических акций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5C50A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3938EE">
            <w:pPr>
              <w:pStyle w:val="NormalWeb"/>
              <w:ind w:left="33" w:right="-84"/>
            </w:pPr>
            <w:r w:rsidRPr="001868D2">
              <w:t>Проведение тематических бесед в коллек</w:t>
            </w:r>
            <w:r w:rsidRPr="001868D2">
              <w:softHyphen/>
              <w:t>тивах учащихся государственных образова</w:t>
            </w:r>
            <w:r w:rsidRPr="001868D2">
              <w:softHyphen/>
              <w:t>тельных учреждений по действиям населения при возникновении террористических угроз и ЧС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DE085A" w:rsidRPr="001868D2" w:rsidRDefault="00DE085A" w:rsidP="00ED3684">
            <w:pPr>
              <w:pStyle w:val="NormalWeb"/>
              <w:ind w:right="-84"/>
            </w:pPr>
            <w:r w:rsidRPr="001868D2">
              <w:t>Организация в учебных заведениях профилактической работы, направленной на недопущение вовлечения детей и подростков в незаконную деятельность религиозных сект и экстремистских организаций. Распространение идей межнациональной терпимости, дружбы, добрососедства, взаимного уважения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DE085A" w:rsidRPr="001868D2" w:rsidRDefault="00DE085A" w:rsidP="00ED3684">
            <w:pPr>
              <w:pStyle w:val="NormalWeb"/>
              <w:ind w:right="-84"/>
              <w:rPr>
                <w:sz w:val="22"/>
                <w:szCs w:val="22"/>
              </w:rPr>
            </w:pPr>
            <w:r w:rsidRPr="001868D2">
              <w:rPr>
                <w:sz w:val="22"/>
                <w:szCs w:val="22"/>
              </w:rPr>
              <w:t>Проведение комплекса мероприятий по выявлению и пресечению изготовления и распространения литературы, аудио- и видеоматериалов, экстремистского толка, пропагандирующих разжигание национальной, расовой и религиозной вражды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ED3684">
            <w:pPr>
              <w:pStyle w:val="NormalWeb"/>
              <w:ind w:right="-84"/>
            </w:pPr>
            <w:r w:rsidRPr="001868D2">
              <w:t xml:space="preserve">Комплексные проверки потенциально опасных объектов на предмет профилактики и предупреждения террористических актов и техногенных аварий на них               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DE085A" w:rsidRPr="001868D2" w:rsidRDefault="00DE085A" w:rsidP="00ED3684">
            <w:pPr>
              <w:pStyle w:val="NormalWeb"/>
              <w:ind w:right="-84"/>
            </w:pPr>
            <w:r w:rsidRPr="001868D2">
              <w:t xml:space="preserve">Организация работы образовательных учреждений по утверждению в сознании молодых людей идеи личной и коллективной обязанности уважать права человека, формированию нетерпимости к любым проявлениям экстремизма 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DE085A" w:rsidRPr="001868D2" w:rsidRDefault="00DE085A" w:rsidP="00661016">
            <w:pPr>
              <w:pStyle w:val="NormalWeb"/>
              <w:ind w:right="-84"/>
            </w:pPr>
            <w:r w:rsidRPr="001868D2">
              <w:t>Осуществление еженедельных обходов территории на предмет выявления и ликвида</w:t>
            </w:r>
            <w:r w:rsidRPr="001868D2">
              <w:softHyphen/>
              <w:t>ции последствий экстремистской деятельности, которые проявляются в виде нанесения на архитектурные сооружения символов и знаков экстремистской направленности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DE085A" w:rsidRPr="001868D2" w:rsidRDefault="00DE085A" w:rsidP="00661016">
            <w:pPr>
              <w:pStyle w:val="NormalWeb"/>
              <w:ind w:right="-84"/>
            </w:pPr>
            <w:r w:rsidRPr="001868D2">
              <w:t>Приобретение плакатов по антитеррористической тематике и профилактике экстремизма для детских образовательных учреждений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661016">
            <w:pPr>
              <w:pStyle w:val="NormalWeb"/>
              <w:ind w:left="-23" w:right="-84"/>
            </w:pPr>
            <w:r w:rsidRPr="001868D2">
              <w:t>Создание на базе библиотеки информационного центра по проблемам профилактики терроризма и экстремизма. Изготовление информационно-пропагандистских материалов профилактического характера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12,00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DE085A" w:rsidRPr="001868D2" w:rsidRDefault="00DE085A" w:rsidP="00C325B3">
            <w:pPr>
              <w:pStyle w:val="NormalWeb"/>
              <w:ind w:left="-76" w:right="-84"/>
            </w:pPr>
            <w:r w:rsidRPr="001868D2">
              <w:t xml:space="preserve">Изготовление печатных памяток по тематике противодействия экстремизму и терроризму 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981F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2.11</w:t>
            </w: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4F2ECA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Услуги по дополнительному профессиональному образованию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05 2 0000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826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4F2E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4F2E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Ежемесячное денежное вознаграждение за классное руководство за счёт средств краевого бюджета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05 2 0000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826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4F2EC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2.12</w:t>
            </w: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992C64">
            <w:pPr>
              <w:pStyle w:val="10"/>
              <w:shd w:val="clear" w:color="auto" w:fill="auto"/>
              <w:tabs>
                <w:tab w:val="left" w:pos="0"/>
              </w:tabs>
              <w:spacing w:after="0" w:line="240" w:lineRule="auto"/>
              <w:jc w:val="both"/>
              <w:rPr>
                <w:rStyle w:val="a0"/>
                <w:b/>
                <w:color w:val="000000"/>
                <w:sz w:val="22"/>
                <w:szCs w:val="22"/>
              </w:rPr>
            </w:pPr>
            <w:r w:rsidRPr="001868D2">
              <w:rPr>
                <w:rStyle w:val="a0"/>
                <w:b/>
                <w:color w:val="000000"/>
                <w:sz w:val="22"/>
                <w:szCs w:val="22"/>
              </w:rPr>
              <w:t xml:space="preserve">Субсидия на капитальный ремонт зданий муниципальных общеобразовательных учреждений </w:t>
            </w:r>
          </w:p>
          <w:p w:rsidR="00DE085A" w:rsidRPr="001868D2" w:rsidRDefault="00DE085A" w:rsidP="00992C6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05 2 9234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B61A1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B61A1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B61A1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1258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D07E03">
            <w:pPr>
              <w:widowControl w:val="0"/>
              <w:spacing w:after="0"/>
              <w:jc w:val="both"/>
              <w:rPr>
                <w:rFonts w:ascii="Times New Roman" w:hAnsi="Times New Roman"/>
              </w:rPr>
            </w:pPr>
            <w:r w:rsidRPr="001868D2">
              <w:rPr>
                <w:rFonts w:ascii="Times New Roman" w:hAnsi="Times New Roman"/>
                <w:b/>
                <w:bCs/>
              </w:rPr>
              <w:t>Подпрограмма "</w:t>
            </w:r>
            <w:r w:rsidRPr="001868D2">
              <w:rPr>
                <w:rFonts w:ascii="Times New Roman" w:hAnsi="Times New Roman"/>
                <w:b/>
              </w:rPr>
              <w:t>Развитие системы дополнительного  образования, отдыха, оздоровления и занятости детей и подростков Дальнереченского городского округа</w:t>
            </w:r>
            <w:r w:rsidRPr="001868D2">
              <w:rPr>
                <w:rFonts w:ascii="Times New Roman" w:hAnsi="Times New Roman"/>
                <w:b/>
                <w:bCs/>
              </w:rPr>
              <w:t>"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05 3 0000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E81637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15 147,72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E81637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14 179,37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E81637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14 179,37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14 179,37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3.1.</w:t>
            </w: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D07E03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1868D2">
              <w:rPr>
                <w:rFonts w:ascii="Times New Roman" w:hAnsi="Times New Roman"/>
                <w:b/>
                <w:bCs/>
              </w:rPr>
              <w:t>Развитие системы учреждений дополнительного образования, направленных на привлечение учащихся, к систематическим занятиям физической культурой и спортом.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05 3 2014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000 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A2031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13 630,12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2B03D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13 749,37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2B03D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13 749,37  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13 749,37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D07E03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Субсидии из местного бюджета муниципальным образовательным учреждениям Дальнереченского городского округа на организацию предоставления дополнительного образования детей в сфере физкультуры и спорта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05 3 2014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A52A94" w:rsidRDefault="00DE085A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52A94">
              <w:rPr>
                <w:rFonts w:ascii="Times New Roman" w:hAnsi="Times New Roman"/>
                <w:b/>
                <w:sz w:val="24"/>
                <w:szCs w:val="24"/>
              </w:rPr>
              <w:t>13 630,12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A52A94" w:rsidRDefault="00DE085A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52A94">
              <w:rPr>
                <w:rFonts w:ascii="Times New Roman" w:hAnsi="Times New Roman"/>
                <w:b/>
                <w:sz w:val="24"/>
                <w:szCs w:val="24"/>
              </w:rPr>
              <w:t xml:space="preserve">13 749,37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A52A94" w:rsidRDefault="00DE085A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52A94">
              <w:rPr>
                <w:rFonts w:ascii="Times New Roman" w:hAnsi="Times New Roman"/>
                <w:b/>
                <w:sz w:val="24"/>
                <w:szCs w:val="24"/>
              </w:rPr>
              <w:t xml:space="preserve">13 749,37  </w:t>
            </w:r>
          </w:p>
        </w:tc>
        <w:tc>
          <w:tcPr>
            <w:tcW w:w="1298" w:type="dxa"/>
            <w:shd w:val="clear" w:color="000000" w:fill="FFFFFF"/>
          </w:tcPr>
          <w:p w:rsidR="00DE085A" w:rsidRPr="00A52A94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A52A94">
              <w:rPr>
                <w:rFonts w:ascii="Times New Roman" w:hAnsi="Times New Roman"/>
                <w:b/>
                <w:sz w:val="24"/>
                <w:szCs w:val="24"/>
              </w:rPr>
              <w:t xml:space="preserve">13 749,37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E402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3.2.</w:t>
            </w: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E4029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Совершенствование инновационных форм и методов организации воспитательной работы, содержательного досуга, отдыха и занятости детей и подростков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05 3 0000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912,60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380,00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380,00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E402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3.2.1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DE085A" w:rsidRPr="001868D2" w:rsidRDefault="00DE085A" w:rsidP="00E402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Субвенции на организацию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05 3 9308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>3.2.2</w:t>
            </w: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i/>
                <w:sz w:val="24"/>
                <w:szCs w:val="24"/>
              </w:rPr>
              <w:t>Субсидии на организацию и обеспечение оздоровления, отдыха и занятости детей и подростков</w:t>
            </w:r>
          </w:p>
        </w:tc>
        <w:tc>
          <w:tcPr>
            <w:tcW w:w="770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>05 3 2020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</w:tcPr>
          <w:p w:rsidR="00DE085A" w:rsidRPr="001868D2" w:rsidRDefault="00DE085A" w:rsidP="00FC71A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 xml:space="preserve">912,60  </w:t>
            </w:r>
          </w:p>
        </w:tc>
        <w:tc>
          <w:tcPr>
            <w:tcW w:w="1452" w:type="dxa"/>
            <w:shd w:val="clear" w:color="000000" w:fill="FFFFFF"/>
          </w:tcPr>
          <w:p w:rsidR="00DE085A" w:rsidRPr="001868D2" w:rsidRDefault="00DE085A" w:rsidP="00FC71A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 xml:space="preserve">380,00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FC71A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 xml:space="preserve">380,00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 xml:space="preserve">380,00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Обеспечение питанием учащихся 1-7 классов в лагерях дневного пребывания, организованных на базе муниципальных общеобразовательных учреждений</w:t>
            </w:r>
          </w:p>
        </w:tc>
        <w:tc>
          <w:tcPr>
            <w:tcW w:w="770" w:type="dxa"/>
            <w:shd w:val="clear" w:color="000000" w:fill="FFFFFF"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320" w:type="dxa"/>
            <w:shd w:val="clear" w:color="000000" w:fill="FFFFFF"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05 3 2020</w:t>
            </w:r>
          </w:p>
        </w:tc>
        <w:tc>
          <w:tcPr>
            <w:tcW w:w="654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</w:tcPr>
          <w:p w:rsidR="00DE085A" w:rsidRPr="001868D2" w:rsidRDefault="00DE085A" w:rsidP="000B3D6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532,60  </w:t>
            </w:r>
          </w:p>
        </w:tc>
        <w:tc>
          <w:tcPr>
            <w:tcW w:w="1452" w:type="dxa"/>
            <w:shd w:val="clear" w:color="000000" w:fill="FFFFFF"/>
          </w:tcPr>
          <w:p w:rsidR="00DE085A" w:rsidRPr="001868D2" w:rsidRDefault="00DE085A" w:rsidP="000B3D6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0B3D6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  <w:r w:rsidRPr="001868D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  <w:r w:rsidRPr="001868D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Трудоустройство учащихся (рембригады)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05 3 2020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3.3.</w:t>
            </w: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Мероприятия, направленные на допризывную подготовку учащейся молодежи Дальнереченского городского округа  к службе в Вооруженных Силах Российской Федерации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E8163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05 3 2021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5,00</w:t>
            </w:r>
          </w:p>
        </w:tc>
        <w:tc>
          <w:tcPr>
            <w:tcW w:w="1452" w:type="dxa"/>
            <w:shd w:val="clear" w:color="000000" w:fill="FFFFFF"/>
          </w:tcPr>
          <w:p w:rsidR="00DE085A" w:rsidRPr="001868D2" w:rsidRDefault="00DE085A" w:rsidP="00E8163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50,00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8163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50,00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50,00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3.3.1</w:t>
            </w: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iCs/>
                <w:sz w:val="24"/>
                <w:szCs w:val="24"/>
              </w:rPr>
              <w:t>Организация и проведение культурных, спортивных и физкультурно-оздоровительных мероприятий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>05 3 2021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Цикл мероприятий в образовательных учреждениях Дальнереченского городского округа, посвященных Дню Победы в Великой Отечественной войне 1941-1945 гг. </w:t>
            </w:r>
          </w:p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(встречи с ветеранами   войны и тружениками тыла,  тематические вечера, концертные программы, мероприятия для школьников)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05 3 2021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662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740B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Цикл мероприятий   «Мужество и героизм советских воинов при обороне и разгроме немецких войск под Москвой, Сталинградом, Курско-Орловском сражении, прорыве блокады Ленинграда, штурме Берлина»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05 3 2021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Месячник    спортивно-массовой  и   патриотической  работы в образовательных  учреждениях  Дальнереченского городского округа, посвященный  Дню защитника Отечества</w:t>
            </w:r>
          </w:p>
        </w:tc>
        <w:tc>
          <w:tcPr>
            <w:tcW w:w="770" w:type="dxa"/>
            <w:shd w:val="clear" w:color="000000" w:fill="FFFFFF"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05 3 2021</w:t>
            </w:r>
          </w:p>
        </w:tc>
        <w:tc>
          <w:tcPr>
            <w:tcW w:w="654" w:type="dxa"/>
            <w:shd w:val="clear" w:color="000000" w:fill="FFFFFF"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D07E03">
            <w:pPr>
              <w:spacing w:after="0" w:line="240" w:lineRule="auto"/>
              <w:rPr>
                <w:rFonts w:ascii="Times New Roman" w:hAnsi="Times New Roman"/>
              </w:rPr>
            </w:pPr>
            <w:r w:rsidRPr="001868D2">
              <w:rPr>
                <w:rFonts w:ascii="Times New Roman" w:hAnsi="Times New Roman"/>
              </w:rPr>
              <w:t xml:space="preserve">Цикл мероприятий, посвященных памяти выдающихся земляков, памятным датам и событиям в истории родного города, края, России, развитию краеведческой деятельности 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05 3 2021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26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3.3.2</w:t>
            </w: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Проведение конкурсов, учебных сборов, семинаров, круглых столов, научно-практических конференций 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E8163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E8163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>05 3 2021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>100</w:t>
            </w:r>
          </w:p>
        </w:tc>
        <w:tc>
          <w:tcPr>
            <w:tcW w:w="1326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>5,00</w:t>
            </w:r>
          </w:p>
        </w:tc>
        <w:tc>
          <w:tcPr>
            <w:tcW w:w="1452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>50,00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>50,00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>50,00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D07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Конкурс методических разработок на лучшую организацию работы классных руководителей и учителей-предметников по патриотическому воспитанию учащихся «Наши дети – будущее России», «Ветераны живут рядом», «Я – Гражданин России»</w:t>
            </w:r>
          </w:p>
        </w:tc>
        <w:tc>
          <w:tcPr>
            <w:tcW w:w="770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19,00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19,00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19,00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Конкурс среди учащихся на лучший реферат, сочинение, рассказ, стихотворение по патриотическим тематикам конкурс рисунков на темы: «Сердцу милая родина», «Мой дом и двор», «Моя семья» </w:t>
            </w:r>
          </w:p>
        </w:tc>
        <w:tc>
          <w:tcPr>
            <w:tcW w:w="770" w:type="dxa"/>
            <w:shd w:val="clear" w:color="000000" w:fill="FFFFFF"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D07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Встречи Дальнереченского казачества с учащимися образовательных учреждений Дальнереченского городского округа  </w:t>
            </w:r>
          </w:p>
        </w:tc>
        <w:tc>
          <w:tcPr>
            <w:tcW w:w="770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Проведение учебно-полевых сборов</w:t>
            </w:r>
          </w:p>
        </w:tc>
        <w:tc>
          <w:tcPr>
            <w:tcW w:w="770" w:type="dxa"/>
            <w:shd w:val="clear" w:color="000000" w:fill="FFFFFF"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DE085A" w:rsidRPr="001868D2" w:rsidRDefault="00DE085A" w:rsidP="00A94FF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Городская игра  «Зарница»</w:t>
            </w:r>
          </w:p>
        </w:tc>
        <w:tc>
          <w:tcPr>
            <w:tcW w:w="770" w:type="dxa"/>
            <w:shd w:val="clear" w:color="000000" w:fill="FFFFFF"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452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AF505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790D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Проведение городских соревнований учащихся образовательных учреждений «Школа безопасности»</w:t>
            </w:r>
          </w:p>
        </w:tc>
        <w:tc>
          <w:tcPr>
            <w:tcW w:w="770" w:type="dxa"/>
            <w:shd w:val="clear" w:color="000000" w:fill="FFFFFF"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DE085A" w:rsidRPr="001868D2" w:rsidRDefault="00DE085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DE085A" w:rsidRPr="001868D2" w:rsidRDefault="00DE085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</w:tr>
      <w:tr w:rsidR="00DE085A" w:rsidRPr="001868D2" w:rsidTr="004C189D">
        <w:trPr>
          <w:trHeight w:val="485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D07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Городские соревнования «Безопасное колесо»</w:t>
            </w:r>
          </w:p>
        </w:tc>
        <w:tc>
          <w:tcPr>
            <w:tcW w:w="770" w:type="dxa"/>
            <w:shd w:val="clear" w:color="000000" w:fill="FFFFFF"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7E64B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3.4.</w:t>
            </w: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C325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Мероприятия по работе с молодежью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0707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05 3 2022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1326" w:type="dxa"/>
            <w:shd w:val="clear" w:color="000000" w:fill="FFFFFF"/>
          </w:tcPr>
          <w:p w:rsidR="00DE085A" w:rsidRPr="001868D2" w:rsidRDefault="00DE085A" w:rsidP="00080F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600,00</w:t>
            </w:r>
          </w:p>
        </w:tc>
        <w:tc>
          <w:tcPr>
            <w:tcW w:w="1452" w:type="dxa"/>
            <w:shd w:val="clear" w:color="000000" w:fill="FFFFFF"/>
          </w:tcPr>
          <w:p w:rsidR="00DE085A" w:rsidRPr="001868D2" w:rsidRDefault="00DE085A" w:rsidP="00080F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69,386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080F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DE085A" w:rsidRPr="001868D2" w:rsidTr="004C189D">
        <w:trPr>
          <w:trHeight w:val="69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B1571B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Поддержка молодежных общественных объединений (Реализация социальных проектов, грантовые конкурсы,  акции) 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Организация городских акций, конкурсов, презентаций, форумов, тематических площадок, изготовление атрибутики для организации городских мероприятий, поддержка волонтерства и добровольчества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  <w:tc>
          <w:tcPr>
            <w:tcW w:w="1452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Мероприятия по интеграции в жизнь общества молодежи, оказавшейся в трудной жизненной ситуации (городские акции, молодежные мероприятия и социальные проекты)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452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Содействие трудовой занятости  и деловой активности молодежи (трудоустройство подростков, оказание помощи в отправке студенческих отрядов)   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Пропаганда семейных ценностей среди молодежи (конкурсы, викторины, фотовыставки…)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D07E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868D2">
              <w:rPr>
                <w:rFonts w:ascii="Times New Roman" w:hAnsi="Times New Roman"/>
              </w:rPr>
              <w:t>Мероприятия  патриотической направленности  (фестивали, конкурсы, круглые столы, акции, смотр музеев, комнат и уголков боевой и трудовой Славы, благотворительные марафоны, вручение паспортов)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DE085A" w:rsidRPr="001868D2" w:rsidRDefault="00DE085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</w:tcPr>
          <w:p w:rsidR="00DE085A" w:rsidRPr="001868D2" w:rsidRDefault="00DE085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790D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Мероприятия по работе с допризывной  молодежью (День призывника). Мероприятия патриотической направленности (вручение паспортов, акции ко дню Флага)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DE085A" w:rsidRPr="001868D2" w:rsidRDefault="00DE085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52" w:type="dxa"/>
            <w:shd w:val="clear" w:color="000000" w:fill="FFFFFF"/>
          </w:tcPr>
          <w:p w:rsidR="00DE085A" w:rsidRPr="001868D2" w:rsidRDefault="00DE085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Поддержка творческой, талантливой молодежи (участие молодежи в краевых,  всероссийских и международных конкурсах, фестивалях, форумах).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452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Мероприятия для молодежи, посвященные Дню города (акции, игровые программы, праздничная дискотека)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52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080F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 Мероприятия посвященные Дню молодежи (конкурсы, игровые программы, акции, тематические площадки, праздничная дискотека)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452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080F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E085A" w:rsidRPr="001868D2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DE085A" w:rsidRDefault="00DE085A" w:rsidP="00C31003">
            <w:pPr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 w:rsidRPr="001868D2">
              <w:rPr>
                <w:rFonts w:ascii="Times New Roman" w:hAnsi="Times New Roman"/>
                <w:b/>
              </w:rPr>
              <w:t>Погашение кредиторской задолженности прошлых лет.</w:t>
            </w:r>
          </w:p>
          <w:p w:rsidR="00DE085A" w:rsidRPr="001868D2" w:rsidRDefault="00DE085A" w:rsidP="00C31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6D262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6D262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6D262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0707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6D262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05 3 2022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326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69,386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080F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E085A" w:rsidRPr="001868D2" w:rsidTr="004C189D">
        <w:trPr>
          <w:trHeight w:val="416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3D653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Отдельные  мероприятия 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0709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05 9 2024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14 973,64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15 731,96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15 731,96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15 731,96</w:t>
            </w:r>
          </w:p>
        </w:tc>
      </w:tr>
      <w:tr w:rsidR="00DE085A" w:rsidRPr="001868D2" w:rsidTr="004C189D">
        <w:trPr>
          <w:trHeight w:val="549"/>
        </w:trPr>
        <w:tc>
          <w:tcPr>
            <w:tcW w:w="834" w:type="dxa"/>
            <w:shd w:val="clear" w:color="000000" w:fill="FFFFFF"/>
            <w:vAlign w:val="center"/>
          </w:tcPr>
          <w:p w:rsidR="00DE085A" w:rsidRPr="001868D2" w:rsidRDefault="00DE085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4.1.</w:t>
            </w:r>
          </w:p>
        </w:tc>
        <w:tc>
          <w:tcPr>
            <w:tcW w:w="4840" w:type="dxa"/>
            <w:shd w:val="clear" w:color="000000" w:fill="FFFFFF"/>
          </w:tcPr>
          <w:p w:rsidR="00DE085A" w:rsidRPr="001868D2" w:rsidRDefault="00DE085A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Обеспечение деятельности (оказание услуг, выполнение работ) централизованной бухгалтерией, руководство и управление в сфере образования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0709</w:t>
            </w:r>
          </w:p>
        </w:tc>
        <w:tc>
          <w:tcPr>
            <w:tcW w:w="1320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05 9 2024</w:t>
            </w:r>
          </w:p>
        </w:tc>
        <w:tc>
          <w:tcPr>
            <w:tcW w:w="654" w:type="dxa"/>
            <w:shd w:val="clear" w:color="000000" w:fill="FFFFFF"/>
            <w:noWrap/>
          </w:tcPr>
          <w:p w:rsidR="00DE085A" w:rsidRPr="001868D2" w:rsidRDefault="00DE085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14 973,64</w:t>
            </w:r>
          </w:p>
        </w:tc>
        <w:tc>
          <w:tcPr>
            <w:tcW w:w="1452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15 731,96</w:t>
            </w:r>
          </w:p>
        </w:tc>
        <w:tc>
          <w:tcPr>
            <w:tcW w:w="1298" w:type="dxa"/>
            <w:shd w:val="clear" w:color="000000" w:fill="FFFFFF"/>
            <w:noWrap/>
          </w:tcPr>
          <w:p w:rsidR="00DE085A" w:rsidRPr="001868D2" w:rsidRDefault="00DE085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15 731,96</w:t>
            </w:r>
          </w:p>
        </w:tc>
        <w:tc>
          <w:tcPr>
            <w:tcW w:w="1298" w:type="dxa"/>
            <w:shd w:val="clear" w:color="000000" w:fill="FFFFFF"/>
          </w:tcPr>
          <w:p w:rsidR="00DE085A" w:rsidRPr="001868D2" w:rsidRDefault="00DE0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15 731,96</w:t>
            </w:r>
          </w:p>
        </w:tc>
      </w:tr>
    </w:tbl>
    <w:p w:rsidR="00DE085A" w:rsidRPr="001868D2" w:rsidRDefault="00DE085A" w:rsidP="006621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085A" w:rsidRPr="003F224E" w:rsidRDefault="00DE085A" w:rsidP="006621E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68D2">
        <w:rPr>
          <w:rFonts w:ascii="Times New Roman" w:hAnsi="Times New Roman"/>
          <w:sz w:val="24"/>
          <w:szCs w:val="24"/>
        </w:rPr>
        <w:t>* Средства уточняются ежегодно при формировании проекта местного бюджета на соответствующий финансовый год и плановый период</w:t>
      </w:r>
    </w:p>
    <w:sectPr w:rsidR="00DE085A" w:rsidRPr="003F224E" w:rsidSect="001E4E73">
      <w:headerReference w:type="default" r:id="rId6"/>
      <w:pgSz w:w="16838" w:h="11906" w:orient="landscape"/>
      <w:pgMar w:top="1134" w:right="567" w:bottom="510" w:left="87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85A" w:rsidRDefault="00DE085A" w:rsidP="001C325E">
      <w:pPr>
        <w:spacing w:after="0" w:line="240" w:lineRule="auto"/>
      </w:pPr>
      <w:r>
        <w:separator/>
      </w:r>
    </w:p>
  </w:endnote>
  <w:endnote w:type="continuationSeparator" w:id="0">
    <w:p w:rsidR="00DE085A" w:rsidRDefault="00DE085A" w:rsidP="001C3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85A" w:rsidRDefault="00DE085A" w:rsidP="001C325E">
      <w:pPr>
        <w:spacing w:after="0" w:line="240" w:lineRule="auto"/>
      </w:pPr>
      <w:r>
        <w:separator/>
      </w:r>
    </w:p>
  </w:footnote>
  <w:footnote w:type="continuationSeparator" w:id="0">
    <w:p w:rsidR="00DE085A" w:rsidRDefault="00DE085A" w:rsidP="001C3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85A" w:rsidRPr="001C325E" w:rsidRDefault="00DE085A">
    <w:pPr>
      <w:pStyle w:val="Header"/>
      <w:jc w:val="center"/>
      <w:rPr>
        <w:rFonts w:ascii="Times New Roman" w:hAnsi="Times New Roman"/>
      </w:rPr>
    </w:pPr>
    <w:r w:rsidRPr="001C325E">
      <w:rPr>
        <w:rFonts w:ascii="Times New Roman" w:hAnsi="Times New Roman"/>
      </w:rPr>
      <w:fldChar w:fldCharType="begin"/>
    </w:r>
    <w:r w:rsidRPr="001C325E">
      <w:rPr>
        <w:rFonts w:ascii="Times New Roman" w:hAnsi="Times New Roman"/>
      </w:rPr>
      <w:instrText xml:space="preserve"> PAGE   \* MERGEFORMAT </w:instrText>
    </w:r>
    <w:r w:rsidRPr="001C325E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21</w:t>
    </w:r>
    <w:r w:rsidRPr="001C325E">
      <w:rPr>
        <w:rFonts w:ascii="Times New Roman" w:hAnsi="Times New Roman"/>
      </w:rPr>
      <w:fldChar w:fldCharType="end"/>
    </w:r>
  </w:p>
  <w:p w:rsidR="00DE085A" w:rsidRDefault="00DE085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2E91"/>
    <w:rsid w:val="00000197"/>
    <w:rsid w:val="00000C9D"/>
    <w:rsid w:val="00000CD2"/>
    <w:rsid w:val="00000F19"/>
    <w:rsid w:val="0001733D"/>
    <w:rsid w:val="00022E91"/>
    <w:rsid w:val="0002385E"/>
    <w:rsid w:val="000333B2"/>
    <w:rsid w:val="000344A6"/>
    <w:rsid w:val="00035386"/>
    <w:rsid w:val="000416D6"/>
    <w:rsid w:val="00041B12"/>
    <w:rsid w:val="000470E0"/>
    <w:rsid w:val="000563D9"/>
    <w:rsid w:val="000610AB"/>
    <w:rsid w:val="0006213F"/>
    <w:rsid w:val="0006605A"/>
    <w:rsid w:val="00080F13"/>
    <w:rsid w:val="00083419"/>
    <w:rsid w:val="00084513"/>
    <w:rsid w:val="00085CCC"/>
    <w:rsid w:val="0009063E"/>
    <w:rsid w:val="000907DA"/>
    <w:rsid w:val="00097635"/>
    <w:rsid w:val="000A04A7"/>
    <w:rsid w:val="000A2D7C"/>
    <w:rsid w:val="000A393C"/>
    <w:rsid w:val="000A44EF"/>
    <w:rsid w:val="000B21E0"/>
    <w:rsid w:val="000B243C"/>
    <w:rsid w:val="000B3D60"/>
    <w:rsid w:val="000B3F08"/>
    <w:rsid w:val="000B53D9"/>
    <w:rsid w:val="000C0008"/>
    <w:rsid w:val="000C363C"/>
    <w:rsid w:val="000C3D6C"/>
    <w:rsid w:val="000C649A"/>
    <w:rsid w:val="000C6860"/>
    <w:rsid w:val="000D37E3"/>
    <w:rsid w:val="000D7113"/>
    <w:rsid w:val="000E0BD8"/>
    <w:rsid w:val="000E0E8D"/>
    <w:rsid w:val="000E6CBD"/>
    <w:rsid w:val="000E6D92"/>
    <w:rsid w:val="000F1F0E"/>
    <w:rsid w:val="000F2CD5"/>
    <w:rsid w:val="000F44FC"/>
    <w:rsid w:val="000F527D"/>
    <w:rsid w:val="000F5C40"/>
    <w:rsid w:val="000F76BE"/>
    <w:rsid w:val="000F7A25"/>
    <w:rsid w:val="001008C1"/>
    <w:rsid w:val="0010142D"/>
    <w:rsid w:val="001020C9"/>
    <w:rsid w:val="001028FF"/>
    <w:rsid w:val="00102BEC"/>
    <w:rsid w:val="00107DB4"/>
    <w:rsid w:val="00115C14"/>
    <w:rsid w:val="00121DD2"/>
    <w:rsid w:val="0012502F"/>
    <w:rsid w:val="00130A31"/>
    <w:rsid w:val="00132928"/>
    <w:rsid w:val="00140499"/>
    <w:rsid w:val="0014066A"/>
    <w:rsid w:val="001457D1"/>
    <w:rsid w:val="00145825"/>
    <w:rsid w:val="0015048C"/>
    <w:rsid w:val="0015737A"/>
    <w:rsid w:val="00157998"/>
    <w:rsid w:val="00165A0C"/>
    <w:rsid w:val="00167D04"/>
    <w:rsid w:val="00167DE1"/>
    <w:rsid w:val="00171A06"/>
    <w:rsid w:val="00172E36"/>
    <w:rsid w:val="001754CC"/>
    <w:rsid w:val="0017678A"/>
    <w:rsid w:val="0018373D"/>
    <w:rsid w:val="001842CE"/>
    <w:rsid w:val="001868D2"/>
    <w:rsid w:val="001908BD"/>
    <w:rsid w:val="00191FA2"/>
    <w:rsid w:val="0019563F"/>
    <w:rsid w:val="001A16B2"/>
    <w:rsid w:val="001A3906"/>
    <w:rsid w:val="001A562B"/>
    <w:rsid w:val="001A72DD"/>
    <w:rsid w:val="001A778A"/>
    <w:rsid w:val="001B233D"/>
    <w:rsid w:val="001B2CB2"/>
    <w:rsid w:val="001B2E5A"/>
    <w:rsid w:val="001B4638"/>
    <w:rsid w:val="001C0A09"/>
    <w:rsid w:val="001C150B"/>
    <w:rsid w:val="001C325E"/>
    <w:rsid w:val="001D1529"/>
    <w:rsid w:val="001D63C1"/>
    <w:rsid w:val="001D7728"/>
    <w:rsid w:val="001E1152"/>
    <w:rsid w:val="001E2543"/>
    <w:rsid w:val="001E4A8A"/>
    <w:rsid w:val="001E4E73"/>
    <w:rsid w:val="001E5FD4"/>
    <w:rsid w:val="001F3604"/>
    <w:rsid w:val="001F46F0"/>
    <w:rsid w:val="001F47CC"/>
    <w:rsid w:val="0020256C"/>
    <w:rsid w:val="00202FC6"/>
    <w:rsid w:val="002062D7"/>
    <w:rsid w:val="00207558"/>
    <w:rsid w:val="00215749"/>
    <w:rsid w:val="002204E6"/>
    <w:rsid w:val="00220F37"/>
    <w:rsid w:val="002226FD"/>
    <w:rsid w:val="00223722"/>
    <w:rsid w:val="002243AC"/>
    <w:rsid w:val="002265E0"/>
    <w:rsid w:val="00226AF2"/>
    <w:rsid w:val="00230207"/>
    <w:rsid w:val="002328A6"/>
    <w:rsid w:val="002353C4"/>
    <w:rsid w:val="0024148A"/>
    <w:rsid w:val="00241E4D"/>
    <w:rsid w:val="00252142"/>
    <w:rsid w:val="002524EE"/>
    <w:rsid w:val="0025296B"/>
    <w:rsid w:val="00254A66"/>
    <w:rsid w:val="00260C35"/>
    <w:rsid w:val="00272D4C"/>
    <w:rsid w:val="00277E91"/>
    <w:rsid w:val="00277ECF"/>
    <w:rsid w:val="002813D5"/>
    <w:rsid w:val="00282181"/>
    <w:rsid w:val="00286ECD"/>
    <w:rsid w:val="002922B6"/>
    <w:rsid w:val="00293BBC"/>
    <w:rsid w:val="00295823"/>
    <w:rsid w:val="00296331"/>
    <w:rsid w:val="00296CAB"/>
    <w:rsid w:val="0029744A"/>
    <w:rsid w:val="002A29C3"/>
    <w:rsid w:val="002A2CAE"/>
    <w:rsid w:val="002A419A"/>
    <w:rsid w:val="002A4491"/>
    <w:rsid w:val="002B03D1"/>
    <w:rsid w:val="002B2C69"/>
    <w:rsid w:val="002B64EA"/>
    <w:rsid w:val="002B7394"/>
    <w:rsid w:val="002C04A1"/>
    <w:rsid w:val="002D3839"/>
    <w:rsid w:val="002D6BD5"/>
    <w:rsid w:val="002E2AFC"/>
    <w:rsid w:val="002E4050"/>
    <w:rsid w:val="002F5A3D"/>
    <w:rsid w:val="002F6339"/>
    <w:rsid w:val="003015B1"/>
    <w:rsid w:val="00302BDB"/>
    <w:rsid w:val="00305AD0"/>
    <w:rsid w:val="003068C2"/>
    <w:rsid w:val="00311895"/>
    <w:rsid w:val="00312BD1"/>
    <w:rsid w:val="0031327A"/>
    <w:rsid w:val="00320C9B"/>
    <w:rsid w:val="00321BFF"/>
    <w:rsid w:val="00322A8E"/>
    <w:rsid w:val="00322D32"/>
    <w:rsid w:val="00325A8B"/>
    <w:rsid w:val="00326DE0"/>
    <w:rsid w:val="003313F3"/>
    <w:rsid w:val="00331551"/>
    <w:rsid w:val="003364D9"/>
    <w:rsid w:val="003424B4"/>
    <w:rsid w:val="0034557D"/>
    <w:rsid w:val="003515B7"/>
    <w:rsid w:val="003568ED"/>
    <w:rsid w:val="00372601"/>
    <w:rsid w:val="00373161"/>
    <w:rsid w:val="00374F62"/>
    <w:rsid w:val="00377819"/>
    <w:rsid w:val="0037799B"/>
    <w:rsid w:val="00380F03"/>
    <w:rsid w:val="003837F5"/>
    <w:rsid w:val="003859D9"/>
    <w:rsid w:val="00391DDC"/>
    <w:rsid w:val="0039278E"/>
    <w:rsid w:val="003938EE"/>
    <w:rsid w:val="003949B4"/>
    <w:rsid w:val="003A7B4D"/>
    <w:rsid w:val="003B0341"/>
    <w:rsid w:val="003B2E46"/>
    <w:rsid w:val="003B5E5F"/>
    <w:rsid w:val="003C16F7"/>
    <w:rsid w:val="003C187B"/>
    <w:rsid w:val="003C1C5B"/>
    <w:rsid w:val="003C66A8"/>
    <w:rsid w:val="003C75CC"/>
    <w:rsid w:val="003D214F"/>
    <w:rsid w:val="003D35F3"/>
    <w:rsid w:val="003D37B4"/>
    <w:rsid w:val="003D5BCC"/>
    <w:rsid w:val="003D653B"/>
    <w:rsid w:val="003D68CD"/>
    <w:rsid w:val="003E3FDB"/>
    <w:rsid w:val="003E4821"/>
    <w:rsid w:val="003E5300"/>
    <w:rsid w:val="003F09CE"/>
    <w:rsid w:val="003F224E"/>
    <w:rsid w:val="003F3099"/>
    <w:rsid w:val="003F53FB"/>
    <w:rsid w:val="003F729A"/>
    <w:rsid w:val="003F749D"/>
    <w:rsid w:val="00404670"/>
    <w:rsid w:val="00404ADC"/>
    <w:rsid w:val="0041039C"/>
    <w:rsid w:val="0041210F"/>
    <w:rsid w:val="00415E1C"/>
    <w:rsid w:val="004177F7"/>
    <w:rsid w:val="00426663"/>
    <w:rsid w:val="00427755"/>
    <w:rsid w:val="0043488D"/>
    <w:rsid w:val="00434C20"/>
    <w:rsid w:val="00441A1C"/>
    <w:rsid w:val="0044304B"/>
    <w:rsid w:val="00453524"/>
    <w:rsid w:val="004573D3"/>
    <w:rsid w:val="004638BC"/>
    <w:rsid w:val="004659CA"/>
    <w:rsid w:val="0048118D"/>
    <w:rsid w:val="00483BC4"/>
    <w:rsid w:val="00491662"/>
    <w:rsid w:val="00491A1E"/>
    <w:rsid w:val="0049215C"/>
    <w:rsid w:val="004961B7"/>
    <w:rsid w:val="004971BE"/>
    <w:rsid w:val="0049769D"/>
    <w:rsid w:val="004A17CB"/>
    <w:rsid w:val="004A19CD"/>
    <w:rsid w:val="004A3CCB"/>
    <w:rsid w:val="004A7B68"/>
    <w:rsid w:val="004B0C29"/>
    <w:rsid w:val="004B3C66"/>
    <w:rsid w:val="004B5740"/>
    <w:rsid w:val="004B6CBB"/>
    <w:rsid w:val="004C189D"/>
    <w:rsid w:val="004C38E6"/>
    <w:rsid w:val="004C406C"/>
    <w:rsid w:val="004C48FA"/>
    <w:rsid w:val="004C5501"/>
    <w:rsid w:val="004D1CE0"/>
    <w:rsid w:val="004D2782"/>
    <w:rsid w:val="004D4B13"/>
    <w:rsid w:val="004D4E76"/>
    <w:rsid w:val="004D6E43"/>
    <w:rsid w:val="004D6EC7"/>
    <w:rsid w:val="004D6EDE"/>
    <w:rsid w:val="004D7AFC"/>
    <w:rsid w:val="004E522D"/>
    <w:rsid w:val="004E5902"/>
    <w:rsid w:val="004F0CF1"/>
    <w:rsid w:val="004F2099"/>
    <w:rsid w:val="004F2ECA"/>
    <w:rsid w:val="004F4849"/>
    <w:rsid w:val="00500E05"/>
    <w:rsid w:val="00502273"/>
    <w:rsid w:val="0050302C"/>
    <w:rsid w:val="0050388B"/>
    <w:rsid w:val="005128CE"/>
    <w:rsid w:val="005132BE"/>
    <w:rsid w:val="00521A22"/>
    <w:rsid w:val="00533015"/>
    <w:rsid w:val="0053532E"/>
    <w:rsid w:val="005355AD"/>
    <w:rsid w:val="005356FE"/>
    <w:rsid w:val="00536328"/>
    <w:rsid w:val="00542FD5"/>
    <w:rsid w:val="00545DB3"/>
    <w:rsid w:val="00547478"/>
    <w:rsid w:val="00550605"/>
    <w:rsid w:val="00552FC5"/>
    <w:rsid w:val="00553467"/>
    <w:rsid w:val="00553FEE"/>
    <w:rsid w:val="005579C7"/>
    <w:rsid w:val="005651B0"/>
    <w:rsid w:val="00566AD1"/>
    <w:rsid w:val="00567C0D"/>
    <w:rsid w:val="00573D03"/>
    <w:rsid w:val="005801D4"/>
    <w:rsid w:val="00584164"/>
    <w:rsid w:val="00584AA1"/>
    <w:rsid w:val="00584BF0"/>
    <w:rsid w:val="005866AB"/>
    <w:rsid w:val="00587AEE"/>
    <w:rsid w:val="00587DA7"/>
    <w:rsid w:val="00587E93"/>
    <w:rsid w:val="0059176C"/>
    <w:rsid w:val="005921F7"/>
    <w:rsid w:val="00592E8B"/>
    <w:rsid w:val="0059373F"/>
    <w:rsid w:val="00593B50"/>
    <w:rsid w:val="005947DD"/>
    <w:rsid w:val="0059662A"/>
    <w:rsid w:val="005A12EC"/>
    <w:rsid w:val="005A371A"/>
    <w:rsid w:val="005A528B"/>
    <w:rsid w:val="005A60AE"/>
    <w:rsid w:val="005A6359"/>
    <w:rsid w:val="005B0350"/>
    <w:rsid w:val="005B0CAE"/>
    <w:rsid w:val="005B0FAC"/>
    <w:rsid w:val="005B15AB"/>
    <w:rsid w:val="005B332D"/>
    <w:rsid w:val="005B4CA8"/>
    <w:rsid w:val="005B5B62"/>
    <w:rsid w:val="005C25F0"/>
    <w:rsid w:val="005C50A0"/>
    <w:rsid w:val="005C6A36"/>
    <w:rsid w:val="005C72BE"/>
    <w:rsid w:val="005D130E"/>
    <w:rsid w:val="005D14E2"/>
    <w:rsid w:val="005D304D"/>
    <w:rsid w:val="005D775C"/>
    <w:rsid w:val="005E4502"/>
    <w:rsid w:val="005F00B7"/>
    <w:rsid w:val="0060273F"/>
    <w:rsid w:val="00606417"/>
    <w:rsid w:val="00612E11"/>
    <w:rsid w:val="006229AB"/>
    <w:rsid w:val="0062579F"/>
    <w:rsid w:val="0062661C"/>
    <w:rsid w:val="00630A0F"/>
    <w:rsid w:val="00636BFA"/>
    <w:rsid w:val="00645151"/>
    <w:rsid w:val="006460CA"/>
    <w:rsid w:val="006463B7"/>
    <w:rsid w:val="00646C6B"/>
    <w:rsid w:val="00647630"/>
    <w:rsid w:val="00650BED"/>
    <w:rsid w:val="00657DF9"/>
    <w:rsid w:val="00661016"/>
    <w:rsid w:val="00661CCE"/>
    <w:rsid w:val="006621E3"/>
    <w:rsid w:val="00665286"/>
    <w:rsid w:val="006653B4"/>
    <w:rsid w:val="0066584E"/>
    <w:rsid w:val="00666C2A"/>
    <w:rsid w:val="00676493"/>
    <w:rsid w:val="00680A62"/>
    <w:rsid w:val="00686BB4"/>
    <w:rsid w:val="0068746A"/>
    <w:rsid w:val="00690BB5"/>
    <w:rsid w:val="0069241D"/>
    <w:rsid w:val="00695548"/>
    <w:rsid w:val="0069592C"/>
    <w:rsid w:val="006966FE"/>
    <w:rsid w:val="006A7760"/>
    <w:rsid w:val="006B12F9"/>
    <w:rsid w:val="006B4129"/>
    <w:rsid w:val="006B63AF"/>
    <w:rsid w:val="006B64C6"/>
    <w:rsid w:val="006C2CD7"/>
    <w:rsid w:val="006C45CE"/>
    <w:rsid w:val="006C4E8D"/>
    <w:rsid w:val="006C540B"/>
    <w:rsid w:val="006D2620"/>
    <w:rsid w:val="006D5C8F"/>
    <w:rsid w:val="006E01C5"/>
    <w:rsid w:val="006E0637"/>
    <w:rsid w:val="006E2358"/>
    <w:rsid w:val="006E6FB9"/>
    <w:rsid w:val="006E7F8D"/>
    <w:rsid w:val="006F07A6"/>
    <w:rsid w:val="006F3169"/>
    <w:rsid w:val="006F5583"/>
    <w:rsid w:val="006F6600"/>
    <w:rsid w:val="0071509E"/>
    <w:rsid w:val="00716721"/>
    <w:rsid w:val="007171C7"/>
    <w:rsid w:val="00723F5F"/>
    <w:rsid w:val="00724FB5"/>
    <w:rsid w:val="00726E6F"/>
    <w:rsid w:val="00730D32"/>
    <w:rsid w:val="00736CA3"/>
    <w:rsid w:val="00740B2B"/>
    <w:rsid w:val="00753F79"/>
    <w:rsid w:val="00754798"/>
    <w:rsid w:val="00754EF3"/>
    <w:rsid w:val="0076654F"/>
    <w:rsid w:val="00767976"/>
    <w:rsid w:val="00771E21"/>
    <w:rsid w:val="00772714"/>
    <w:rsid w:val="00773B65"/>
    <w:rsid w:val="0078307D"/>
    <w:rsid w:val="00783FAF"/>
    <w:rsid w:val="00785B7A"/>
    <w:rsid w:val="00787618"/>
    <w:rsid w:val="007878C1"/>
    <w:rsid w:val="00790DF9"/>
    <w:rsid w:val="007A3523"/>
    <w:rsid w:val="007A6C20"/>
    <w:rsid w:val="007B4C25"/>
    <w:rsid w:val="007B5E9A"/>
    <w:rsid w:val="007B5FDD"/>
    <w:rsid w:val="007C4E81"/>
    <w:rsid w:val="007C6FE0"/>
    <w:rsid w:val="007D04BB"/>
    <w:rsid w:val="007D71A4"/>
    <w:rsid w:val="007E3555"/>
    <w:rsid w:val="007E4619"/>
    <w:rsid w:val="007E5457"/>
    <w:rsid w:val="007E64B3"/>
    <w:rsid w:val="007E7EC6"/>
    <w:rsid w:val="007F0DFA"/>
    <w:rsid w:val="007F15E3"/>
    <w:rsid w:val="00801C93"/>
    <w:rsid w:val="008033EF"/>
    <w:rsid w:val="00805B6F"/>
    <w:rsid w:val="0080692B"/>
    <w:rsid w:val="0080697E"/>
    <w:rsid w:val="00806C48"/>
    <w:rsid w:val="00813A4B"/>
    <w:rsid w:val="00817942"/>
    <w:rsid w:val="008228CA"/>
    <w:rsid w:val="00822B33"/>
    <w:rsid w:val="00822B5C"/>
    <w:rsid w:val="008249F8"/>
    <w:rsid w:val="008438B2"/>
    <w:rsid w:val="008450D8"/>
    <w:rsid w:val="008469C2"/>
    <w:rsid w:val="0085477A"/>
    <w:rsid w:val="00856094"/>
    <w:rsid w:val="008578D7"/>
    <w:rsid w:val="00860520"/>
    <w:rsid w:val="008608B3"/>
    <w:rsid w:val="008608C9"/>
    <w:rsid w:val="00861221"/>
    <w:rsid w:val="00862E11"/>
    <w:rsid w:val="0086606D"/>
    <w:rsid w:val="0087171C"/>
    <w:rsid w:val="0088126C"/>
    <w:rsid w:val="00886CEA"/>
    <w:rsid w:val="00893D26"/>
    <w:rsid w:val="00894531"/>
    <w:rsid w:val="008962E5"/>
    <w:rsid w:val="008B2D5D"/>
    <w:rsid w:val="008C1C2C"/>
    <w:rsid w:val="008C2B2C"/>
    <w:rsid w:val="008C3193"/>
    <w:rsid w:val="008C4ACE"/>
    <w:rsid w:val="008D1CBF"/>
    <w:rsid w:val="008D541B"/>
    <w:rsid w:val="008D5F2C"/>
    <w:rsid w:val="008D705C"/>
    <w:rsid w:val="008D7189"/>
    <w:rsid w:val="008D79EF"/>
    <w:rsid w:val="008E3306"/>
    <w:rsid w:val="008E39FC"/>
    <w:rsid w:val="008E4901"/>
    <w:rsid w:val="008E61E5"/>
    <w:rsid w:val="008F043D"/>
    <w:rsid w:val="008F399C"/>
    <w:rsid w:val="00900B82"/>
    <w:rsid w:val="00904DC9"/>
    <w:rsid w:val="00905986"/>
    <w:rsid w:val="0091355F"/>
    <w:rsid w:val="0092151A"/>
    <w:rsid w:val="0092174F"/>
    <w:rsid w:val="00925838"/>
    <w:rsid w:val="00940165"/>
    <w:rsid w:val="009418F8"/>
    <w:rsid w:val="00943033"/>
    <w:rsid w:val="009500A7"/>
    <w:rsid w:val="00952153"/>
    <w:rsid w:val="00954B56"/>
    <w:rsid w:val="00965C71"/>
    <w:rsid w:val="00967842"/>
    <w:rsid w:val="009713E1"/>
    <w:rsid w:val="00972593"/>
    <w:rsid w:val="00973A64"/>
    <w:rsid w:val="0097586A"/>
    <w:rsid w:val="00976881"/>
    <w:rsid w:val="00981F05"/>
    <w:rsid w:val="0098344C"/>
    <w:rsid w:val="0098450E"/>
    <w:rsid w:val="009846B9"/>
    <w:rsid w:val="00985D64"/>
    <w:rsid w:val="00987688"/>
    <w:rsid w:val="00992C64"/>
    <w:rsid w:val="00993D2A"/>
    <w:rsid w:val="009958DC"/>
    <w:rsid w:val="009A0060"/>
    <w:rsid w:val="009A1423"/>
    <w:rsid w:val="009A6EC7"/>
    <w:rsid w:val="009C0A3C"/>
    <w:rsid w:val="009C0E69"/>
    <w:rsid w:val="009C5426"/>
    <w:rsid w:val="009C6E34"/>
    <w:rsid w:val="009D4085"/>
    <w:rsid w:val="009D7EAA"/>
    <w:rsid w:val="009E78E3"/>
    <w:rsid w:val="009E7C31"/>
    <w:rsid w:val="009F1D73"/>
    <w:rsid w:val="009F57C9"/>
    <w:rsid w:val="009F6025"/>
    <w:rsid w:val="00A00E89"/>
    <w:rsid w:val="00A07C07"/>
    <w:rsid w:val="00A11C09"/>
    <w:rsid w:val="00A141EB"/>
    <w:rsid w:val="00A14A26"/>
    <w:rsid w:val="00A15B82"/>
    <w:rsid w:val="00A1601B"/>
    <w:rsid w:val="00A170D8"/>
    <w:rsid w:val="00A2006D"/>
    <w:rsid w:val="00A20310"/>
    <w:rsid w:val="00A210BC"/>
    <w:rsid w:val="00A23ABE"/>
    <w:rsid w:val="00A25094"/>
    <w:rsid w:val="00A27C2C"/>
    <w:rsid w:val="00A30EB8"/>
    <w:rsid w:val="00A30F1A"/>
    <w:rsid w:val="00A31953"/>
    <w:rsid w:val="00A343A1"/>
    <w:rsid w:val="00A378CB"/>
    <w:rsid w:val="00A4316B"/>
    <w:rsid w:val="00A4377D"/>
    <w:rsid w:val="00A44F8B"/>
    <w:rsid w:val="00A52A94"/>
    <w:rsid w:val="00A54225"/>
    <w:rsid w:val="00A572E5"/>
    <w:rsid w:val="00A576A5"/>
    <w:rsid w:val="00A6311C"/>
    <w:rsid w:val="00A63258"/>
    <w:rsid w:val="00A6540D"/>
    <w:rsid w:val="00A657CE"/>
    <w:rsid w:val="00A66CF0"/>
    <w:rsid w:val="00A72E38"/>
    <w:rsid w:val="00A778B9"/>
    <w:rsid w:val="00A80506"/>
    <w:rsid w:val="00A80CC3"/>
    <w:rsid w:val="00A81FC4"/>
    <w:rsid w:val="00A8244F"/>
    <w:rsid w:val="00A90DC0"/>
    <w:rsid w:val="00A94FFE"/>
    <w:rsid w:val="00AA762B"/>
    <w:rsid w:val="00AB347D"/>
    <w:rsid w:val="00AB6E26"/>
    <w:rsid w:val="00AB706E"/>
    <w:rsid w:val="00AB7C38"/>
    <w:rsid w:val="00AD1954"/>
    <w:rsid w:val="00AD1CAE"/>
    <w:rsid w:val="00AD7104"/>
    <w:rsid w:val="00AE2EA3"/>
    <w:rsid w:val="00AE4476"/>
    <w:rsid w:val="00AE64EA"/>
    <w:rsid w:val="00AF1B9B"/>
    <w:rsid w:val="00AF505F"/>
    <w:rsid w:val="00AF7FBC"/>
    <w:rsid w:val="00B02000"/>
    <w:rsid w:val="00B020C1"/>
    <w:rsid w:val="00B0757E"/>
    <w:rsid w:val="00B107BF"/>
    <w:rsid w:val="00B1254C"/>
    <w:rsid w:val="00B1571B"/>
    <w:rsid w:val="00B163F5"/>
    <w:rsid w:val="00B20378"/>
    <w:rsid w:val="00B2672D"/>
    <w:rsid w:val="00B30500"/>
    <w:rsid w:val="00B41C14"/>
    <w:rsid w:val="00B424AB"/>
    <w:rsid w:val="00B50F79"/>
    <w:rsid w:val="00B51239"/>
    <w:rsid w:val="00B53744"/>
    <w:rsid w:val="00B54C8D"/>
    <w:rsid w:val="00B61A16"/>
    <w:rsid w:val="00B61D45"/>
    <w:rsid w:val="00B728F7"/>
    <w:rsid w:val="00B76CC4"/>
    <w:rsid w:val="00B772E2"/>
    <w:rsid w:val="00B77537"/>
    <w:rsid w:val="00B832F1"/>
    <w:rsid w:val="00B84FA6"/>
    <w:rsid w:val="00B8771F"/>
    <w:rsid w:val="00B87841"/>
    <w:rsid w:val="00B930C3"/>
    <w:rsid w:val="00B955ED"/>
    <w:rsid w:val="00B962F0"/>
    <w:rsid w:val="00BA03CC"/>
    <w:rsid w:val="00BA19B1"/>
    <w:rsid w:val="00BA3312"/>
    <w:rsid w:val="00BB13DC"/>
    <w:rsid w:val="00BB2DD8"/>
    <w:rsid w:val="00BB55D9"/>
    <w:rsid w:val="00BB73B4"/>
    <w:rsid w:val="00BB7C0A"/>
    <w:rsid w:val="00BC042C"/>
    <w:rsid w:val="00BC12F1"/>
    <w:rsid w:val="00BC2D71"/>
    <w:rsid w:val="00BC2DE3"/>
    <w:rsid w:val="00BC5348"/>
    <w:rsid w:val="00BD1B9F"/>
    <w:rsid w:val="00BD3080"/>
    <w:rsid w:val="00BD355F"/>
    <w:rsid w:val="00BD66F2"/>
    <w:rsid w:val="00BD7E06"/>
    <w:rsid w:val="00BE2BC9"/>
    <w:rsid w:val="00BF1C12"/>
    <w:rsid w:val="00BF1E65"/>
    <w:rsid w:val="00BF35C3"/>
    <w:rsid w:val="00BF3732"/>
    <w:rsid w:val="00C01130"/>
    <w:rsid w:val="00C10732"/>
    <w:rsid w:val="00C170C7"/>
    <w:rsid w:val="00C2170C"/>
    <w:rsid w:val="00C217DC"/>
    <w:rsid w:val="00C23DED"/>
    <w:rsid w:val="00C25C01"/>
    <w:rsid w:val="00C306EC"/>
    <w:rsid w:val="00C31003"/>
    <w:rsid w:val="00C322DA"/>
    <w:rsid w:val="00C325B3"/>
    <w:rsid w:val="00C33592"/>
    <w:rsid w:val="00C35B93"/>
    <w:rsid w:val="00C40E54"/>
    <w:rsid w:val="00C43B49"/>
    <w:rsid w:val="00C50C05"/>
    <w:rsid w:val="00C55C37"/>
    <w:rsid w:val="00C61047"/>
    <w:rsid w:val="00C6227E"/>
    <w:rsid w:val="00C6272E"/>
    <w:rsid w:val="00C66794"/>
    <w:rsid w:val="00C74F6B"/>
    <w:rsid w:val="00C81672"/>
    <w:rsid w:val="00C81E05"/>
    <w:rsid w:val="00C8323A"/>
    <w:rsid w:val="00C8354E"/>
    <w:rsid w:val="00C84E32"/>
    <w:rsid w:val="00C933D7"/>
    <w:rsid w:val="00C972F4"/>
    <w:rsid w:val="00C977EB"/>
    <w:rsid w:val="00CA5275"/>
    <w:rsid w:val="00CB2A0F"/>
    <w:rsid w:val="00CB6A93"/>
    <w:rsid w:val="00CC2000"/>
    <w:rsid w:val="00CC5ABE"/>
    <w:rsid w:val="00CC71A6"/>
    <w:rsid w:val="00CD2C89"/>
    <w:rsid w:val="00CD40CD"/>
    <w:rsid w:val="00CE48DB"/>
    <w:rsid w:val="00CF4892"/>
    <w:rsid w:val="00CF7C4D"/>
    <w:rsid w:val="00D0381F"/>
    <w:rsid w:val="00D07E03"/>
    <w:rsid w:val="00D12C4B"/>
    <w:rsid w:val="00D12E61"/>
    <w:rsid w:val="00D15716"/>
    <w:rsid w:val="00D1715A"/>
    <w:rsid w:val="00D22504"/>
    <w:rsid w:val="00D24D03"/>
    <w:rsid w:val="00D30F92"/>
    <w:rsid w:val="00D421E9"/>
    <w:rsid w:val="00D422C8"/>
    <w:rsid w:val="00D43268"/>
    <w:rsid w:val="00D45805"/>
    <w:rsid w:val="00D5348B"/>
    <w:rsid w:val="00D53904"/>
    <w:rsid w:val="00D66214"/>
    <w:rsid w:val="00D67F84"/>
    <w:rsid w:val="00D72CD3"/>
    <w:rsid w:val="00D74553"/>
    <w:rsid w:val="00D75602"/>
    <w:rsid w:val="00D810C3"/>
    <w:rsid w:val="00D827B4"/>
    <w:rsid w:val="00D82924"/>
    <w:rsid w:val="00D85F32"/>
    <w:rsid w:val="00D86570"/>
    <w:rsid w:val="00D87845"/>
    <w:rsid w:val="00D93D85"/>
    <w:rsid w:val="00D97CF6"/>
    <w:rsid w:val="00DB1356"/>
    <w:rsid w:val="00DB4988"/>
    <w:rsid w:val="00DC0A9D"/>
    <w:rsid w:val="00DC3CCB"/>
    <w:rsid w:val="00DC46F1"/>
    <w:rsid w:val="00DC5D1F"/>
    <w:rsid w:val="00DD0313"/>
    <w:rsid w:val="00DD0D50"/>
    <w:rsid w:val="00DD5667"/>
    <w:rsid w:val="00DD76D1"/>
    <w:rsid w:val="00DE085A"/>
    <w:rsid w:val="00DE13DC"/>
    <w:rsid w:val="00DE497F"/>
    <w:rsid w:val="00DE7C68"/>
    <w:rsid w:val="00DF14AB"/>
    <w:rsid w:val="00DF272F"/>
    <w:rsid w:val="00DF45D9"/>
    <w:rsid w:val="00DF7BC2"/>
    <w:rsid w:val="00E0044E"/>
    <w:rsid w:val="00E00A52"/>
    <w:rsid w:val="00E03C57"/>
    <w:rsid w:val="00E03DEE"/>
    <w:rsid w:val="00E04794"/>
    <w:rsid w:val="00E04ECB"/>
    <w:rsid w:val="00E07322"/>
    <w:rsid w:val="00E07E6C"/>
    <w:rsid w:val="00E104C6"/>
    <w:rsid w:val="00E10D9E"/>
    <w:rsid w:val="00E173E3"/>
    <w:rsid w:val="00E26AD2"/>
    <w:rsid w:val="00E35B68"/>
    <w:rsid w:val="00E4029C"/>
    <w:rsid w:val="00E405B5"/>
    <w:rsid w:val="00E51FEC"/>
    <w:rsid w:val="00E52473"/>
    <w:rsid w:val="00E53B26"/>
    <w:rsid w:val="00E64170"/>
    <w:rsid w:val="00E66AFA"/>
    <w:rsid w:val="00E72D0D"/>
    <w:rsid w:val="00E746E8"/>
    <w:rsid w:val="00E76A2F"/>
    <w:rsid w:val="00E77C1B"/>
    <w:rsid w:val="00E8043A"/>
    <w:rsid w:val="00E809D5"/>
    <w:rsid w:val="00E81637"/>
    <w:rsid w:val="00E90830"/>
    <w:rsid w:val="00E90A1A"/>
    <w:rsid w:val="00E923B1"/>
    <w:rsid w:val="00E92490"/>
    <w:rsid w:val="00E9277B"/>
    <w:rsid w:val="00E92A97"/>
    <w:rsid w:val="00E938D1"/>
    <w:rsid w:val="00E938ED"/>
    <w:rsid w:val="00E93E6E"/>
    <w:rsid w:val="00EA2930"/>
    <w:rsid w:val="00EA299F"/>
    <w:rsid w:val="00EA40D0"/>
    <w:rsid w:val="00EA511B"/>
    <w:rsid w:val="00EA52FC"/>
    <w:rsid w:val="00EA6F6C"/>
    <w:rsid w:val="00EB0026"/>
    <w:rsid w:val="00EB08E4"/>
    <w:rsid w:val="00EB14EF"/>
    <w:rsid w:val="00EB4145"/>
    <w:rsid w:val="00EC06D2"/>
    <w:rsid w:val="00EC331C"/>
    <w:rsid w:val="00EC3A69"/>
    <w:rsid w:val="00ED3684"/>
    <w:rsid w:val="00EF107E"/>
    <w:rsid w:val="00EF531F"/>
    <w:rsid w:val="00EF750C"/>
    <w:rsid w:val="00F04FA2"/>
    <w:rsid w:val="00F119DE"/>
    <w:rsid w:val="00F12A87"/>
    <w:rsid w:val="00F146C3"/>
    <w:rsid w:val="00F15726"/>
    <w:rsid w:val="00F23C21"/>
    <w:rsid w:val="00F23CE8"/>
    <w:rsid w:val="00F26853"/>
    <w:rsid w:val="00F30CA2"/>
    <w:rsid w:val="00F328E9"/>
    <w:rsid w:val="00F37890"/>
    <w:rsid w:val="00F43939"/>
    <w:rsid w:val="00F450DF"/>
    <w:rsid w:val="00F479FE"/>
    <w:rsid w:val="00F51E08"/>
    <w:rsid w:val="00F55E3B"/>
    <w:rsid w:val="00F57E2A"/>
    <w:rsid w:val="00F72189"/>
    <w:rsid w:val="00F72E91"/>
    <w:rsid w:val="00F757DD"/>
    <w:rsid w:val="00F8067F"/>
    <w:rsid w:val="00F825A5"/>
    <w:rsid w:val="00F86165"/>
    <w:rsid w:val="00F936BB"/>
    <w:rsid w:val="00F9798F"/>
    <w:rsid w:val="00FA12C0"/>
    <w:rsid w:val="00FA2041"/>
    <w:rsid w:val="00FA29AF"/>
    <w:rsid w:val="00FA3F2C"/>
    <w:rsid w:val="00FA49FC"/>
    <w:rsid w:val="00FA699E"/>
    <w:rsid w:val="00FB5583"/>
    <w:rsid w:val="00FC10CA"/>
    <w:rsid w:val="00FC18E5"/>
    <w:rsid w:val="00FC29D6"/>
    <w:rsid w:val="00FC3AF8"/>
    <w:rsid w:val="00FC3F39"/>
    <w:rsid w:val="00FC71AC"/>
    <w:rsid w:val="00FD272E"/>
    <w:rsid w:val="00FD37D0"/>
    <w:rsid w:val="00FE1D72"/>
    <w:rsid w:val="00FE241E"/>
    <w:rsid w:val="00FF375D"/>
    <w:rsid w:val="00FF6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DE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325E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C325E"/>
    <w:rPr>
      <w:rFonts w:cs="Times New Roman"/>
    </w:rPr>
  </w:style>
  <w:style w:type="table" w:styleId="TableGrid">
    <w:name w:val="Table Grid"/>
    <w:basedOn w:val="TableNormal"/>
    <w:uiPriority w:val="99"/>
    <w:rsid w:val="00E9083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90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9083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AF7F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Знак Знак Знак Знак1"/>
    <w:basedOn w:val="Normal"/>
    <w:uiPriority w:val="99"/>
    <w:rsid w:val="00ED368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a">
    <w:name w:val="Знак"/>
    <w:basedOn w:val="Normal"/>
    <w:uiPriority w:val="99"/>
    <w:rsid w:val="00E93E6E"/>
    <w:pPr>
      <w:spacing w:after="160" w:line="240" w:lineRule="exact"/>
      <w:ind w:firstLine="709"/>
    </w:pPr>
    <w:rPr>
      <w:rFonts w:ascii="Verdana" w:hAnsi="Verdana"/>
      <w:sz w:val="16"/>
      <w:szCs w:val="20"/>
    </w:rPr>
  </w:style>
  <w:style w:type="character" w:customStyle="1" w:styleId="a0">
    <w:name w:val="Сноска_"/>
    <w:basedOn w:val="DefaultParagraphFont"/>
    <w:link w:val="10"/>
    <w:uiPriority w:val="99"/>
    <w:locked/>
    <w:rsid w:val="008033EF"/>
    <w:rPr>
      <w:rFonts w:cs="Times New Roman"/>
      <w:spacing w:val="3"/>
      <w:sz w:val="25"/>
      <w:szCs w:val="25"/>
      <w:lang w:bidi="ar-SA"/>
    </w:rPr>
  </w:style>
  <w:style w:type="paragraph" w:customStyle="1" w:styleId="10">
    <w:name w:val="Сноска1"/>
    <w:basedOn w:val="Normal"/>
    <w:link w:val="a0"/>
    <w:uiPriority w:val="99"/>
    <w:rsid w:val="008033EF"/>
    <w:pPr>
      <w:widowControl w:val="0"/>
      <w:shd w:val="clear" w:color="auto" w:fill="FFFFFF"/>
      <w:spacing w:after="960" w:line="240" w:lineRule="atLeast"/>
    </w:pPr>
    <w:rPr>
      <w:rFonts w:ascii="Times New Roman" w:hAnsi="Times New Roman"/>
      <w:noProof/>
      <w:spacing w:val="3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74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4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1699</TotalTime>
  <Pages>21</Pages>
  <Words>4670</Words>
  <Characters>26621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Baeva_LV</dc:creator>
  <cp:keywords/>
  <dc:description/>
  <cp:lastModifiedBy>USER5</cp:lastModifiedBy>
  <cp:revision>431</cp:revision>
  <cp:lastPrinted>2015-03-02T23:36:00Z</cp:lastPrinted>
  <dcterms:created xsi:type="dcterms:W3CDTF">2012-12-13T06:34:00Z</dcterms:created>
  <dcterms:modified xsi:type="dcterms:W3CDTF">2015-03-04T02:05:00Z</dcterms:modified>
</cp:coreProperties>
</file>